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8D6" w:rsidRPr="009D210D" w:rsidRDefault="009108D6" w:rsidP="009D210D">
      <w:pPr>
        <w:shd w:val="clear" w:color="auto" w:fill="F5D3D5"/>
        <w:spacing w:after="0" w:line="240" w:lineRule="auto"/>
        <w:ind w:left="112" w:right="215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</w:rPr>
        <w:t>OPŠTI PODACI O KLIJENTU/GENERAL INFORMATION ABOUT THE CUSTOMER: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199"/>
        <w:gridCol w:w="3452"/>
        <w:gridCol w:w="2674"/>
      </w:tblGrid>
      <w:tr w:rsidR="009D210D" w:rsidRPr="009D210D" w:rsidTr="009D210D">
        <w:trPr>
          <w:trHeight w:val="389"/>
        </w:trPr>
        <w:tc>
          <w:tcPr>
            <w:tcW w:w="10396" w:type="dxa"/>
            <w:gridSpan w:val="3"/>
            <w:shd w:val="clear" w:color="auto" w:fill="auto"/>
            <w:vAlign w:val="center"/>
          </w:tcPr>
          <w:p w:rsidR="009108D6" w:rsidRPr="009D210D" w:rsidRDefault="009108D6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 xml:space="preserve">Pun naziv </w:t>
            </w:r>
            <w:r w:rsidR="00736AFF" w:rsidRPr="009D210D">
              <w:rPr>
                <w:color w:val="auto"/>
              </w:rPr>
              <w:t>pravnog lica/preduzetnika</w:t>
            </w:r>
            <w:r w:rsidRPr="009D210D">
              <w:rPr>
                <w:color w:val="auto"/>
              </w:rPr>
              <w:t xml:space="preserve"> /</w:t>
            </w:r>
            <w:r w:rsidRPr="009D210D">
              <w:rPr>
                <w:i/>
                <w:color w:val="auto"/>
              </w:rPr>
              <w:t>Applicant the name in full</w:t>
            </w:r>
            <w:r w:rsidRPr="009D210D">
              <w:rPr>
                <w:color w:val="auto"/>
              </w:rPr>
              <w:t>:</w:t>
            </w:r>
          </w:p>
          <w:p w:rsidR="006A565D" w:rsidRPr="009D210D" w:rsidRDefault="00EE3330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fldChar w:fldCharType="begin">
                <w:ffData>
                  <w:name w:val="Text211"/>
                  <w:enabled/>
                  <w:calcOnExit w:val="0"/>
                  <w:textInput/>
                </w:ffData>
              </w:fldChar>
            </w:r>
            <w:bookmarkStart w:id="0" w:name="Text211"/>
            <w:r w:rsidRPr="009D210D">
              <w:rPr>
                <w:color w:val="auto"/>
              </w:rPr>
              <w:instrText xml:space="preserve"> FORMTEXT </w:instrText>
            </w:r>
            <w:r w:rsidRPr="009D210D">
              <w:rPr>
                <w:color w:val="auto"/>
              </w:rPr>
            </w:r>
            <w:r w:rsidRPr="009D210D">
              <w:rPr>
                <w:color w:val="auto"/>
              </w:rPr>
              <w:fldChar w:fldCharType="separate"/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color w:val="auto"/>
              </w:rPr>
              <w:fldChar w:fldCharType="end"/>
            </w:r>
            <w:bookmarkEnd w:id="0"/>
          </w:p>
        </w:tc>
      </w:tr>
      <w:tr w:rsidR="009D210D" w:rsidRPr="009D210D" w:rsidTr="009D210D">
        <w:trPr>
          <w:trHeight w:val="266"/>
        </w:trPr>
        <w:tc>
          <w:tcPr>
            <w:tcW w:w="4229" w:type="dxa"/>
            <w:shd w:val="clear" w:color="auto" w:fill="auto"/>
          </w:tcPr>
          <w:p w:rsidR="00751978" w:rsidRPr="009D210D" w:rsidRDefault="00736AFF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>Broj računa</w:t>
            </w:r>
            <w:r w:rsidR="003E0EB5" w:rsidRPr="009D210D">
              <w:rPr>
                <w:color w:val="auto"/>
              </w:rPr>
              <w:t xml:space="preserve">/ </w:t>
            </w:r>
            <w:r w:rsidR="003E0EB5" w:rsidRPr="00A36A11">
              <w:rPr>
                <w:i/>
                <w:iCs/>
                <w:color w:val="auto"/>
              </w:rPr>
              <w:t>Accoount no</w:t>
            </w:r>
            <w:r w:rsidRPr="00A36A11">
              <w:rPr>
                <w:i/>
                <w:iCs/>
                <w:color w:val="auto"/>
              </w:rPr>
              <w:t>:</w:t>
            </w:r>
            <w:r w:rsidRPr="009D210D">
              <w:rPr>
                <w:color w:val="auto"/>
              </w:rPr>
              <w:t xml:space="preserve"> </w:t>
            </w:r>
          </w:p>
          <w:p w:rsidR="00736AFF" w:rsidRPr="009D210D" w:rsidRDefault="00736AFF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>190-</w:t>
            </w:r>
            <w:r w:rsidR="00751978" w:rsidRPr="009D210D">
              <w:rPr>
                <w:color w:val="auto"/>
              </w:rPr>
              <w:fldChar w:fldCharType="begin">
                <w:ffData>
                  <w:name w:val="Text212"/>
                  <w:enabled/>
                  <w:calcOnExit w:val="0"/>
                  <w:textInput/>
                </w:ffData>
              </w:fldChar>
            </w:r>
            <w:bookmarkStart w:id="1" w:name="Text212"/>
            <w:r w:rsidR="00751978" w:rsidRPr="009D210D">
              <w:rPr>
                <w:color w:val="auto"/>
              </w:rPr>
              <w:instrText xml:space="preserve"> FORMTEXT </w:instrText>
            </w:r>
            <w:r w:rsidR="00751978" w:rsidRPr="009D210D">
              <w:rPr>
                <w:color w:val="auto"/>
              </w:rPr>
            </w:r>
            <w:r w:rsidR="00751978" w:rsidRPr="009D210D">
              <w:rPr>
                <w:color w:val="auto"/>
              </w:rPr>
              <w:fldChar w:fldCharType="separate"/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color w:val="auto"/>
              </w:rPr>
              <w:fldChar w:fldCharType="end"/>
            </w:r>
            <w:bookmarkEnd w:id="1"/>
          </w:p>
        </w:tc>
        <w:tc>
          <w:tcPr>
            <w:tcW w:w="3476" w:type="dxa"/>
            <w:shd w:val="clear" w:color="auto" w:fill="auto"/>
            <w:vAlign w:val="center"/>
          </w:tcPr>
          <w:p w:rsidR="00736AFF" w:rsidRPr="009D210D" w:rsidRDefault="00736AFF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>Matični broj/</w:t>
            </w:r>
            <w:r w:rsidRPr="009D210D">
              <w:rPr>
                <w:i/>
                <w:color w:val="auto"/>
              </w:rPr>
              <w:t>ID No</w:t>
            </w:r>
            <w:r w:rsidRPr="009D210D">
              <w:rPr>
                <w:color w:val="auto"/>
              </w:rPr>
              <w:t xml:space="preserve">: </w:t>
            </w:r>
          </w:p>
          <w:p w:rsidR="00736AFF" w:rsidRPr="009D210D" w:rsidRDefault="00751978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fldChar w:fldCharType="begin">
                <w:ffData>
                  <w:name w:val="Text213"/>
                  <w:enabled/>
                  <w:calcOnExit w:val="0"/>
                  <w:textInput/>
                </w:ffData>
              </w:fldChar>
            </w:r>
            <w:bookmarkStart w:id="2" w:name="Text213"/>
            <w:r w:rsidRPr="009D210D">
              <w:rPr>
                <w:color w:val="auto"/>
              </w:rPr>
              <w:instrText xml:space="preserve"> FORMTEXT </w:instrText>
            </w:r>
            <w:r w:rsidRPr="009D210D">
              <w:rPr>
                <w:color w:val="auto"/>
              </w:rPr>
            </w:r>
            <w:r w:rsidRPr="009D210D">
              <w:rPr>
                <w:color w:val="auto"/>
              </w:rPr>
              <w:fldChar w:fldCharType="separate"/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color w:val="auto"/>
              </w:rPr>
              <w:fldChar w:fldCharType="end"/>
            </w:r>
            <w:bookmarkEnd w:id="2"/>
          </w:p>
        </w:tc>
        <w:tc>
          <w:tcPr>
            <w:tcW w:w="2691" w:type="dxa"/>
            <w:shd w:val="clear" w:color="auto" w:fill="auto"/>
            <w:vAlign w:val="center"/>
          </w:tcPr>
          <w:p w:rsidR="00736AFF" w:rsidRPr="009D210D" w:rsidRDefault="00736AFF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 xml:space="preserve">PIB / </w:t>
            </w:r>
            <w:r w:rsidRPr="009D210D">
              <w:rPr>
                <w:i/>
                <w:color w:val="auto"/>
              </w:rPr>
              <w:t>Tax No</w:t>
            </w:r>
            <w:r w:rsidRPr="009D210D">
              <w:rPr>
                <w:color w:val="auto"/>
              </w:rPr>
              <w:t xml:space="preserve">: </w:t>
            </w:r>
          </w:p>
          <w:p w:rsidR="00736AFF" w:rsidRPr="009D210D" w:rsidRDefault="00751978" w:rsidP="006D3412">
            <w:pPr>
              <w:pStyle w:val="Tabela"/>
              <w:spacing w:before="60" w:after="60"/>
              <w:rPr>
                <w:color w:val="auto"/>
              </w:rPr>
            </w:pPr>
            <w:r w:rsidRPr="009D210D">
              <w:rPr>
                <w:color w:val="auto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bookmarkStart w:id="3" w:name="Text214"/>
            <w:r w:rsidRPr="009D210D">
              <w:rPr>
                <w:color w:val="auto"/>
              </w:rPr>
              <w:instrText xml:space="preserve"> FORMTEXT </w:instrText>
            </w:r>
            <w:r w:rsidRPr="009D210D">
              <w:rPr>
                <w:color w:val="auto"/>
              </w:rPr>
            </w:r>
            <w:r w:rsidRPr="009D210D">
              <w:rPr>
                <w:color w:val="auto"/>
              </w:rPr>
              <w:fldChar w:fldCharType="separate"/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color w:val="auto"/>
              </w:rPr>
              <w:fldChar w:fldCharType="end"/>
            </w:r>
            <w:bookmarkEnd w:id="3"/>
          </w:p>
        </w:tc>
      </w:tr>
      <w:tr w:rsidR="009D210D" w:rsidRPr="009D210D" w:rsidTr="009D210D">
        <w:trPr>
          <w:trHeight w:val="340"/>
        </w:trPr>
        <w:tc>
          <w:tcPr>
            <w:tcW w:w="4229" w:type="dxa"/>
            <w:shd w:val="clear" w:color="auto" w:fill="auto"/>
            <w:vAlign w:val="center"/>
          </w:tcPr>
          <w:p w:rsidR="00736AFF" w:rsidRPr="009D210D" w:rsidRDefault="00736AFF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 xml:space="preserve">Sedište (grad) / </w:t>
            </w:r>
            <w:r w:rsidRPr="009D210D">
              <w:rPr>
                <w:i/>
                <w:color w:val="auto"/>
              </w:rPr>
              <w:t>City</w:t>
            </w:r>
            <w:r w:rsidRPr="009D210D">
              <w:rPr>
                <w:color w:val="auto"/>
              </w:rPr>
              <w:t>:</w:t>
            </w:r>
          </w:p>
          <w:p w:rsidR="00736AFF" w:rsidRPr="009D210D" w:rsidRDefault="00751978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fldChar w:fldCharType="begin">
                <w:ffData>
                  <w:name w:val="Text227"/>
                  <w:enabled/>
                  <w:calcOnExit w:val="0"/>
                  <w:textInput/>
                </w:ffData>
              </w:fldChar>
            </w:r>
            <w:bookmarkStart w:id="4" w:name="Text227"/>
            <w:r w:rsidRPr="009D210D">
              <w:rPr>
                <w:color w:val="auto"/>
              </w:rPr>
              <w:instrText xml:space="preserve"> FORMTEXT </w:instrText>
            </w:r>
            <w:r w:rsidRPr="009D210D">
              <w:rPr>
                <w:color w:val="auto"/>
              </w:rPr>
            </w:r>
            <w:r w:rsidRPr="009D210D">
              <w:rPr>
                <w:color w:val="auto"/>
              </w:rPr>
              <w:fldChar w:fldCharType="separate"/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color w:val="auto"/>
              </w:rPr>
              <w:fldChar w:fldCharType="end"/>
            </w:r>
            <w:bookmarkEnd w:id="4"/>
          </w:p>
        </w:tc>
        <w:tc>
          <w:tcPr>
            <w:tcW w:w="6167" w:type="dxa"/>
            <w:gridSpan w:val="2"/>
            <w:shd w:val="clear" w:color="auto" w:fill="auto"/>
            <w:vAlign w:val="center"/>
          </w:tcPr>
          <w:p w:rsidR="00736AFF" w:rsidRPr="009D210D" w:rsidRDefault="00736AFF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>Ulica i broj /</w:t>
            </w:r>
            <w:r w:rsidRPr="009D210D">
              <w:rPr>
                <w:i/>
                <w:color w:val="auto"/>
              </w:rPr>
              <w:t>Street</w:t>
            </w:r>
            <w:r w:rsidRPr="009D210D">
              <w:rPr>
                <w:color w:val="auto"/>
              </w:rPr>
              <w:t>:</w:t>
            </w:r>
          </w:p>
          <w:p w:rsidR="00736AFF" w:rsidRPr="009D210D" w:rsidRDefault="00751978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fldChar w:fldCharType="begin">
                <w:ffData>
                  <w:name w:val="Text226"/>
                  <w:enabled/>
                  <w:calcOnExit w:val="0"/>
                  <w:textInput/>
                </w:ffData>
              </w:fldChar>
            </w:r>
            <w:bookmarkStart w:id="5" w:name="Text226"/>
            <w:r w:rsidRPr="009D210D">
              <w:rPr>
                <w:color w:val="auto"/>
              </w:rPr>
              <w:instrText xml:space="preserve"> FORMTEXT </w:instrText>
            </w:r>
            <w:r w:rsidRPr="009D210D">
              <w:rPr>
                <w:color w:val="auto"/>
              </w:rPr>
            </w:r>
            <w:r w:rsidRPr="009D210D">
              <w:rPr>
                <w:color w:val="auto"/>
              </w:rPr>
              <w:fldChar w:fldCharType="separate"/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noProof/>
                <w:color w:val="auto"/>
              </w:rPr>
              <w:t> </w:t>
            </w:r>
            <w:r w:rsidRPr="009D210D">
              <w:rPr>
                <w:color w:val="auto"/>
              </w:rPr>
              <w:fldChar w:fldCharType="end"/>
            </w:r>
            <w:bookmarkEnd w:id="5"/>
          </w:p>
        </w:tc>
      </w:tr>
      <w:tr w:rsidR="009D210D" w:rsidRPr="009D210D" w:rsidTr="009D210D">
        <w:trPr>
          <w:trHeight w:val="397"/>
        </w:trPr>
        <w:tc>
          <w:tcPr>
            <w:tcW w:w="10396" w:type="dxa"/>
            <w:gridSpan w:val="3"/>
            <w:shd w:val="clear" w:color="auto" w:fill="auto"/>
            <w:vAlign w:val="center"/>
          </w:tcPr>
          <w:p w:rsidR="00F70B21" w:rsidRPr="00A36A11" w:rsidRDefault="00F70B21" w:rsidP="006D3412">
            <w:pPr>
              <w:pStyle w:val="Tabela"/>
              <w:spacing w:before="60" w:after="60"/>
              <w:ind w:left="0"/>
              <w:rPr>
                <w:i/>
                <w:iCs/>
                <w:color w:val="auto"/>
              </w:rPr>
            </w:pPr>
            <w:r w:rsidRPr="009D210D">
              <w:rPr>
                <w:color w:val="auto"/>
              </w:rPr>
              <w:t xml:space="preserve">Lice ovlašćeno za zastupanje/ </w:t>
            </w:r>
            <w:r w:rsidRPr="00A36A11">
              <w:rPr>
                <w:i/>
                <w:iCs/>
                <w:color w:val="auto"/>
              </w:rPr>
              <w:t>Person authorized for representatiom</w:t>
            </w:r>
          </w:p>
          <w:p w:rsidR="00F70B21" w:rsidRPr="009D210D" w:rsidRDefault="00F70B21" w:rsidP="006D3412">
            <w:pPr>
              <w:pStyle w:val="Tabela"/>
              <w:spacing w:before="60" w:after="60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 xml:space="preserve">Ime i prezime/ </w:t>
            </w:r>
            <w:r w:rsidRPr="00A36A11">
              <w:rPr>
                <w:i/>
                <w:iCs/>
                <w:color w:val="auto"/>
              </w:rPr>
              <w:t>Name and sumame</w:t>
            </w:r>
            <w:r w:rsidRPr="009D210D">
              <w:rPr>
                <w:color w:val="auto"/>
              </w:rPr>
              <w:t>:</w:t>
            </w:r>
            <w:r w:rsidR="00751978" w:rsidRPr="009D210D">
              <w:rPr>
                <w:color w:val="auto"/>
              </w:rPr>
              <w:t xml:space="preserve"> </w:t>
            </w:r>
            <w:r w:rsidR="00751978" w:rsidRPr="009D210D">
              <w:rPr>
                <w:color w:val="auto"/>
              </w:rPr>
              <w:fldChar w:fldCharType="begin">
                <w:ffData>
                  <w:name w:val="Text215"/>
                  <w:enabled/>
                  <w:calcOnExit w:val="0"/>
                  <w:textInput/>
                </w:ffData>
              </w:fldChar>
            </w:r>
            <w:bookmarkStart w:id="6" w:name="Text215"/>
            <w:r w:rsidR="00751978" w:rsidRPr="009D210D">
              <w:rPr>
                <w:color w:val="auto"/>
              </w:rPr>
              <w:instrText xml:space="preserve"> FORMTEXT </w:instrText>
            </w:r>
            <w:r w:rsidR="00751978" w:rsidRPr="009D210D">
              <w:rPr>
                <w:color w:val="auto"/>
              </w:rPr>
            </w:r>
            <w:r w:rsidR="00751978" w:rsidRPr="009D210D">
              <w:rPr>
                <w:color w:val="auto"/>
              </w:rPr>
              <w:fldChar w:fldCharType="separate"/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color w:val="auto"/>
              </w:rPr>
              <w:fldChar w:fldCharType="end"/>
            </w:r>
            <w:bookmarkEnd w:id="6"/>
          </w:p>
        </w:tc>
      </w:tr>
    </w:tbl>
    <w:p w:rsidR="00723A7A" w:rsidRPr="009D210D" w:rsidRDefault="001F3C02" w:rsidP="009D210D">
      <w:pPr>
        <w:spacing w:before="120" w:after="0"/>
        <w:ind w:left="142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b/>
          <w:sz w:val="19"/>
          <w:szCs w:val="19"/>
        </w:rPr>
        <w:t xml:space="preserve">NAZIV </w:t>
      </w:r>
      <w:r w:rsidR="00736AFF" w:rsidRPr="009D210D">
        <w:rPr>
          <w:rFonts w:ascii="Arial Narrow" w:hAnsi="Arial Narrow"/>
          <w:b/>
          <w:sz w:val="19"/>
          <w:szCs w:val="19"/>
        </w:rPr>
        <w:t xml:space="preserve">PRAVNOG LICA / PREDUZETNIKA </w:t>
      </w:r>
      <w:r w:rsidR="00723A7A" w:rsidRPr="009D210D">
        <w:rPr>
          <w:rFonts w:ascii="Arial Narrow" w:hAnsi="Arial Narrow"/>
          <w:b/>
          <w:sz w:val="19"/>
          <w:szCs w:val="19"/>
        </w:rPr>
        <w:t>NA KARTIC</w:t>
      </w:r>
      <w:r w:rsidR="000423D8" w:rsidRPr="009D210D">
        <w:rPr>
          <w:rFonts w:ascii="Arial Narrow" w:hAnsi="Arial Narrow"/>
          <w:b/>
          <w:sz w:val="19"/>
          <w:szCs w:val="19"/>
        </w:rPr>
        <w:t xml:space="preserve">I </w:t>
      </w:r>
      <w:r w:rsidR="00723A7A" w:rsidRPr="009D210D">
        <w:rPr>
          <w:rFonts w:ascii="Arial Narrow" w:hAnsi="Arial Narrow"/>
          <w:b/>
          <w:sz w:val="19"/>
          <w:szCs w:val="19"/>
        </w:rPr>
        <w:t xml:space="preserve"> </w:t>
      </w:r>
      <w:r w:rsidR="00723A7A" w:rsidRPr="009D210D">
        <w:rPr>
          <w:rFonts w:ascii="Arial Narrow" w:hAnsi="Arial Narrow"/>
          <w:sz w:val="19"/>
          <w:szCs w:val="19"/>
        </w:rPr>
        <w:t>(do 2</w:t>
      </w:r>
      <w:r w:rsidR="00820E8D" w:rsidRPr="009D210D">
        <w:rPr>
          <w:rFonts w:ascii="Arial Narrow" w:hAnsi="Arial Narrow"/>
          <w:sz w:val="19"/>
          <w:szCs w:val="19"/>
        </w:rPr>
        <w:t>4</w:t>
      </w:r>
      <w:r w:rsidR="00723A7A" w:rsidRPr="009D210D">
        <w:rPr>
          <w:rFonts w:ascii="Arial Narrow" w:hAnsi="Arial Narrow"/>
          <w:sz w:val="19"/>
          <w:szCs w:val="19"/>
        </w:rPr>
        <w:t xml:space="preserve"> znaka uključujući i razmake)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dotted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430"/>
        <w:gridCol w:w="430"/>
        <w:gridCol w:w="430"/>
        <w:gridCol w:w="430"/>
        <w:gridCol w:w="431"/>
        <w:gridCol w:w="430"/>
        <w:gridCol w:w="430"/>
        <w:gridCol w:w="430"/>
        <w:gridCol w:w="430"/>
        <w:gridCol w:w="430"/>
        <w:gridCol w:w="431"/>
        <w:gridCol w:w="430"/>
        <w:gridCol w:w="430"/>
        <w:gridCol w:w="430"/>
        <w:gridCol w:w="430"/>
        <w:gridCol w:w="430"/>
        <w:gridCol w:w="431"/>
        <w:gridCol w:w="430"/>
        <w:gridCol w:w="430"/>
        <w:gridCol w:w="430"/>
        <w:gridCol w:w="430"/>
        <w:gridCol w:w="430"/>
        <w:gridCol w:w="431"/>
      </w:tblGrid>
      <w:tr w:rsidR="009D210D" w:rsidRPr="009D210D" w:rsidTr="009D210D">
        <w:trPr>
          <w:trHeight w:val="397"/>
        </w:trPr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7" w:name="Text44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7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8" w:name="Text45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8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9" w:name="Text46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9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0" w:name="Text47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0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1" w:name="Text48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1"/>
          </w:p>
        </w:tc>
        <w:tc>
          <w:tcPr>
            <w:tcW w:w="432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49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2" w:name="Text49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2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3" w:name="Text50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3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4" w:name="Text51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4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5" w:name="Text52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5"/>
          </w:p>
        </w:tc>
        <w:tc>
          <w:tcPr>
            <w:tcW w:w="431" w:type="dxa"/>
            <w:vAlign w:val="center"/>
          </w:tcPr>
          <w:p w:rsidR="00E3118D" w:rsidRPr="009D210D" w:rsidRDefault="00537DAE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29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6" w:name="Text229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6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7" w:name="Text53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7"/>
          </w:p>
        </w:tc>
        <w:tc>
          <w:tcPr>
            <w:tcW w:w="432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8" w:name="Text54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8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9" w:name="Text55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19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6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0" w:name="Text56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0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1" w:name="Text57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1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2" w:name="Text58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2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3" w:name="Text59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3"/>
          </w:p>
        </w:tc>
        <w:tc>
          <w:tcPr>
            <w:tcW w:w="432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4" w:name="Text60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4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5" w:name="Text61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5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6" w:name="Text62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6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7" w:name="Text63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7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8" w:name="Text64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8"/>
          </w:p>
        </w:tc>
        <w:tc>
          <w:tcPr>
            <w:tcW w:w="431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9" w:name="Text65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29"/>
          </w:p>
        </w:tc>
        <w:tc>
          <w:tcPr>
            <w:tcW w:w="432" w:type="dxa"/>
            <w:shd w:val="clear" w:color="auto" w:fill="auto"/>
            <w:vAlign w:val="center"/>
          </w:tcPr>
          <w:p w:rsidR="00E3118D" w:rsidRPr="009D210D" w:rsidRDefault="00E3118D" w:rsidP="00537DA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0" w:name="Text66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30"/>
          </w:p>
        </w:tc>
      </w:tr>
    </w:tbl>
    <w:p w:rsidR="009108D6" w:rsidRPr="009D210D" w:rsidRDefault="009108D6" w:rsidP="009D210D">
      <w:pPr>
        <w:shd w:val="clear" w:color="auto" w:fill="F5D3D5"/>
        <w:spacing w:before="120" w:after="0"/>
        <w:ind w:left="112" w:right="131"/>
        <w:rPr>
          <w:rFonts w:ascii="Arial Narrow" w:hAnsi="Arial Narrow"/>
          <w:b/>
          <w:sz w:val="19"/>
          <w:szCs w:val="19"/>
        </w:rPr>
      </w:pPr>
      <w:r w:rsidRPr="009D210D">
        <w:rPr>
          <w:rFonts w:ascii="Arial Narrow" w:hAnsi="Arial Narrow"/>
          <w:b/>
          <w:sz w:val="19"/>
          <w:szCs w:val="19"/>
        </w:rPr>
        <w:t xml:space="preserve">PODACI O </w:t>
      </w:r>
      <w:r w:rsidR="004567D4" w:rsidRPr="009D210D">
        <w:rPr>
          <w:rFonts w:ascii="Arial Narrow" w:hAnsi="Arial Narrow"/>
          <w:b/>
          <w:sz w:val="19"/>
          <w:szCs w:val="19"/>
        </w:rPr>
        <w:t>OSOBI ZA KONTAKT</w:t>
      </w:r>
      <w:r w:rsidRPr="009D210D">
        <w:rPr>
          <w:rFonts w:ascii="Arial Narrow" w:hAnsi="Arial Narrow"/>
          <w:b/>
          <w:i/>
          <w:sz w:val="19"/>
          <w:szCs w:val="19"/>
        </w:rPr>
        <w:t>: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791"/>
        <w:gridCol w:w="5534"/>
      </w:tblGrid>
      <w:tr w:rsidR="009D210D" w:rsidRPr="009D210D" w:rsidTr="009D210D">
        <w:trPr>
          <w:trHeight w:val="454"/>
        </w:trPr>
        <w:tc>
          <w:tcPr>
            <w:tcW w:w="10385" w:type="dxa"/>
            <w:gridSpan w:val="2"/>
            <w:shd w:val="clear" w:color="auto" w:fill="auto"/>
            <w:vAlign w:val="center"/>
          </w:tcPr>
          <w:p w:rsidR="00755A50" w:rsidRPr="009D210D" w:rsidRDefault="009108D6" w:rsidP="00751978">
            <w:pPr>
              <w:pStyle w:val="Tabela"/>
              <w:ind w:left="0"/>
              <w:rPr>
                <w:color w:val="auto"/>
              </w:rPr>
            </w:pPr>
            <w:r w:rsidRPr="009D210D">
              <w:rPr>
                <w:color w:val="auto"/>
              </w:rPr>
              <w:t>Ime i prezime /</w:t>
            </w:r>
            <w:r w:rsidRPr="009D210D">
              <w:rPr>
                <w:i/>
                <w:color w:val="auto"/>
              </w:rPr>
              <w:t>Name and surname</w:t>
            </w:r>
            <w:r w:rsidRPr="009D210D">
              <w:rPr>
                <w:color w:val="auto"/>
              </w:rPr>
              <w:t>:</w:t>
            </w:r>
            <w:r w:rsidR="00751978" w:rsidRPr="009D210D">
              <w:rPr>
                <w:color w:val="auto"/>
              </w:rPr>
              <w:t xml:space="preserve"> </w:t>
            </w:r>
            <w:r w:rsidR="00751978" w:rsidRPr="009D210D">
              <w:rPr>
                <w:color w:val="auto"/>
              </w:rPr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bookmarkStart w:id="31" w:name="Text216"/>
            <w:r w:rsidR="00751978" w:rsidRPr="009D210D">
              <w:rPr>
                <w:color w:val="auto"/>
              </w:rPr>
              <w:instrText xml:space="preserve"> FORMTEXT </w:instrText>
            </w:r>
            <w:r w:rsidR="00751978" w:rsidRPr="009D210D">
              <w:rPr>
                <w:color w:val="auto"/>
              </w:rPr>
            </w:r>
            <w:r w:rsidR="00751978" w:rsidRPr="009D210D">
              <w:rPr>
                <w:color w:val="auto"/>
              </w:rPr>
              <w:fldChar w:fldCharType="separate"/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noProof/>
                <w:color w:val="auto"/>
              </w:rPr>
              <w:t> </w:t>
            </w:r>
            <w:r w:rsidR="00751978" w:rsidRPr="009D210D">
              <w:rPr>
                <w:color w:val="auto"/>
              </w:rPr>
              <w:fldChar w:fldCharType="end"/>
            </w:r>
            <w:bookmarkEnd w:id="31"/>
          </w:p>
        </w:tc>
      </w:tr>
      <w:tr w:rsidR="009D210D" w:rsidRPr="009D210D" w:rsidTr="009D210D">
        <w:trPr>
          <w:trHeight w:val="454"/>
        </w:trPr>
        <w:tc>
          <w:tcPr>
            <w:tcW w:w="4820" w:type="dxa"/>
            <w:shd w:val="clear" w:color="auto" w:fill="auto"/>
            <w:vAlign w:val="center"/>
          </w:tcPr>
          <w:p w:rsidR="009108D6" w:rsidRPr="009D210D" w:rsidRDefault="009108D6" w:rsidP="00751978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Telefon 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Phone:</w:t>
            </w:r>
            <w:r w:rsidRPr="009D210D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bookmarkStart w:id="32" w:name="Text217"/>
            <w:r w:rsidR="00751978"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  <w:bookmarkEnd w:id="32"/>
          </w:p>
        </w:tc>
        <w:tc>
          <w:tcPr>
            <w:tcW w:w="5565" w:type="dxa"/>
            <w:shd w:val="clear" w:color="auto" w:fill="auto"/>
            <w:vAlign w:val="center"/>
          </w:tcPr>
          <w:p w:rsidR="002433A7" w:rsidRPr="009D210D" w:rsidRDefault="009108D6" w:rsidP="00751978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Mobilni telefon/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Mobil phone:</w:t>
            </w:r>
            <w:r w:rsidR="00775045" w:rsidRPr="009D210D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18"/>
                  <w:enabled/>
                  <w:calcOnExit w:val="0"/>
                  <w:textInput/>
                </w:ffData>
              </w:fldChar>
            </w:r>
            <w:bookmarkStart w:id="33" w:name="Text218"/>
            <w:r w:rsidR="00751978"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  <w:bookmarkEnd w:id="33"/>
          </w:p>
        </w:tc>
      </w:tr>
      <w:tr w:rsidR="009D210D" w:rsidRPr="009D210D" w:rsidTr="009D210D">
        <w:trPr>
          <w:trHeight w:val="454"/>
        </w:trPr>
        <w:tc>
          <w:tcPr>
            <w:tcW w:w="10385" w:type="dxa"/>
            <w:gridSpan w:val="2"/>
            <w:shd w:val="clear" w:color="auto" w:fill="auto"/>
            <w:vAlign w:val="center"/>
          </w:tcPr>
          <w:p w:rsidR="009108D6" w:rsidRPr="009D210D" w:rsidRDefault="00D42A20" w:rsidP="00751978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 xml:space="preserve">E-mail: 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19"/>
                  <w:enabled/>
                  <w:calcOnExit w:val="0"/>
                  <w:textInput/>
                </w:ffData>
              </w:fldChar>
            </w:r>
            <w:bookmarkStart w:id="34" w:name="Text219"/>
            <w:r w:rsidR="00751978"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  <w:bookmarkEnd w:id="34"/>
          </w:p>
        </w:tc>
      </w:tr>
    </w:tbl>
    <w:p w:rsidR="00753DCE" w:rsidRPr="009D210D" w:rsidRDefault="00D42A20" w:rsidP="009D210D">
      <w:pPr>
        <w:shd w:val="clear" w:color="auto" w:fill="F5D3D5"/>
        <w:tabs>
          <w:tab w:val="left" w:pos="284"/>
        </w:tabs>
        <w:spacing w:before="120" w:after="0" w:line="240" w:lineRule="auto"/>
        <w:ind w:left="112" w:right="142"/>
        <w:rPr>
          <w:rFonts w:ascii="Arial Narrow" w:hAnsi="Arial Narrow"/>
          <w:b/>
          <w:noProof/>
          <w:sz w:val="19"/>
          <w:szCs w:val="19"/>
          <w:lang w:eastAsia="sr-Latn-RS"/>
        </w:rPr>
      </w:pPr>
      <w:bookmarkStart w:id="35" w:name="_Hlk5970320"/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t xml:space="preserve">PODACI O </w:t>
      </w:r>
      <w:r w:rsidR="004A22E8" w:rsidRPr="009D210D">
        <w:rPr>
          <w:rFonts w:ascii="Arial Narrow" w:hAnsi="Arial Narrow"/>
          <w:b/>
          <w:noProof/>
          <w:sz w:val="19"/>
          <w:szCs w:val="19"/>
          <w:lang w:eastAsia="sr-Latn-RS"/>
        </w:rPr>
        <w:t>KORISNIKU  KARTICE</w:t>
      </w:r>
      <w:r w:rsidR="002433A7" w:rsidRPr="009D210D">
        <w:rPr>
          <w:rFonts w:ascii="Arial Narrow" w:hAnsi="Arial Narrow"/>
          <w:b/>
          <w:sz w:val="19"/>
          <w:szCs w:val="19"/>
        </w:rPr>
        <w:t xml:space="preserve"> 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229"/>
        <w:gridCol w:w="6096"/>
      </w:tblGrid>
      <w:tr w:rsidR="009D210D" w:rsidRPr="009D210D" w:rsidTr="009D210D">
        <w:trPr>
          <w:trHeight w:val="454"/>
        </w:trPr>
        <w:tc>
          <w:tcPr>
            <w:tcW w:w="10384" w:type="dxa"/>
            <w:gridSpan w:val="2"/>
            <w:shd w:val="clear" w:color="auto" w:fill="auto"/>
            <w:vAlign w:val="center"/>
          </w:tcPr>
          <w:p w:rsidR="00753DCE" w:rsidRPr="009D210D" w:rsidRDefault="00753DCE" w:rsidP="00751978">
            <w:pPr>
              <w:pStyle w:val="Tabela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Ime i prezime</w:t>
            </w:r>
            <w:r w:rsidRPr="009D210D">
              <w:rPr>
                <w:i/>
                <w:color w:val="auto"/>
              </w:rPr>
              <w:t xml:space="preserve"> /Name and surname:</w:t>
            </w:r>
            <w:r w:rsidR="00751978" w:rsidRPr="009D210D">
              <w:rPr>
                <w:i/>
                <w:color w:val="auto"/>
              </w:rPr>
              <w:t xml:space="preserve"> </w:t>
            </w:r>
            <w:r w:rsidR="00751978" w:rsidRPr="009D210D">
              <w:rPr>
                <w:i/>
                <w:color w:val="auto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36" w:name="Text220"/>
            <w:r w:rsidR="00751978" w:rsidRPr="009D210D">
              <w:rPr>
                <w:i/>
                <w:color w:val="auto"/>
              </w:rPr>
              <w:instrText xml:space="preserve"> FORMTEXT </w:instrText>
            </w:r>
            <w:r w:rsidR="00751978" w:rsidRPr="009D210D">
              <w:rPr>
                <w:i/>
                <w:color w:val="auto"/>
              </w:rPr>
            </w:r>
            <w:r w:rsidR="00751978" w:rsidRPr="009D210D">
              <w:rPr>
                <w:i/>
                <w:color w:val="auto"/>
              </w:rPr>
              <w:fldChar w:fldCharType="separate"/>
            </w:r>
            <w:r w:rsidR="00751978" w:rsidRPr="009D210D">
              <w:rPr>
                <w:i/>
                <w:noProof/>
                <w:color w:val="auto"/>
              </w:rPr>
              <w:t> </w:t>
            </w:r>
            <w:r w:rsidR="00751978" w:rsidRPr="009D210D">
              <w:rPr>
                <w:i/>
                <w:noProof/>
                <w:color w:val="auto"/>
              </w:rPr>
              <w:t> </w:t>
            </w:r>
            <w:r w:rsidR="00751978" w:rsidRPr="009D210D">
              <w:rPr>
                <w:i/>
                <w:noProof/>
                <w:color w:val="auto"/>
              </w:rPr>
              <w:t> </w:t>
            </w:r>
            <w:r w:rsidR="00751978" w:rsidRPr="009D210D">
              <w:rPr>
                <w:i/>
                <w:noProof/>
                <w:color w:val="auto"/>
              </w:rPr>
              <w:t> </w:t>
            </w:r>
            <w:r w:rsidR="00751978" w:rsidRPr="009D210D">
              <w:rPr>
                <w:i/>
                <w:noProof/>
                <w:color w:val="auto"/>
              </w:rPr>
              <w:t> </w:t>
            </w:r>
            <w:r w:rsidR="00751978" w:rsidRPr="009D210D">
              <w:rPr>
                <w:i/>
                <w:color w:val="auto"/>
              </w:rPr>
              <w:fldChar w:fldCharType="end"/>
            </w:r>
            <w:bookmarkEnd w:id="36"/>
          </w:p>
        </w:tc>
      </w:tr>
      <w:tr w:rsidR="009D210D" w:rsidRPr="009D210D" w:rsidTr="009D210D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:rsidR="004567D4" w:rsidRPr="009D210D" w:rsidRDefault="004567D4" w:rsidP="006D3412">
            <w:pPr>
              <w:pStyle w:val="Tabela"/>
              <w:spacing w:before="120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JMBG</w:t>
            </w:r>
            <w:r w:rsidRPr="009D210D">
              <w:rPr>
                <w:i/>
                <w:color w:val="auto"/>
              </w:rPr>
              <w:t xml:space="preserve"> /Unique citizen registration number</w:t>
            </w:r>
            <w:r w:rsidR="007058ED" w:rsidRPr="009D210D">
              <w:rPr>
                <w:i/>
                <w:color w:val="auto"/>
              </w:rPr>
              <w:t>:</w:t>
            </w:r>
          </w:p>
          <w:p w:rsidR="007058ED" w:rsidRPr="009D210D" w:rsidRDefault="00751978" w:rsidP="006D3412">
            <w:pPr>
              <w:pStyle w:val="Tabela"/>
              <w:spacing w:before="120"/>
              <w:ind w:left="0"/>
              <w:rPr>
                <w:i/>
                <w:color w:val="auto"/>
              </w:rPr>
            </w:pPr>
            <w:r w:rsidRPr="009D210D">
              <w:rPr>
                <w:i/>
                <w:color w:val="auto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bookmarkStart w:id="37" w:name="Text221"/>
            <w:r w:rsidRPr="009D210D">
              <w:rPr>
                <w:i/>
                <w:color w:val="auto"/>
              </w:rPr>
              <w:instrText xml:space="preserve"> FORMTEXT </w:instrText>
            </w:r>
            <w:r w:rsidRPr="009D210D">
              <w:rPr>
                <w:i/>
                <w:color w:val="auto"/>
              </w:rPr>
            </w:r>
            <w:r w:rsidRPr="009D210D">
              <w:rPr>
                <w:i/>
                <w:color w:val="auto"/>
              </w:rPr>
              <w:fldChar w:fldCharType="separate"/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color w:val="auto"/>
              </w:rPr>
              <w:fldChar w:fldCharType="end"/>
            </w:r>
            <w:bookmarkEnd w:id="37"/>
          </w:p>
        </w:tc>
        <w:tc>
          <w:tcPr>
            <w:tcW w:w="6131" w:type="dxa"/>
            <w:shd w:val="clear" w:color="auto" w:fill="auto"/>
            <w:vAlign w:val="center"/>
          </w:tcPr>
          <w:p w:rsidR="006D3412" w:rsidRPr="009D210D" w:rsidRDefault="007058ED" w:rsidP="006D3412">
            <w:pPr>
              <w:spacing w:before="120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A36A11">
              <w:rPr>
                <w:rFonts w:ascii="Arial Narrow" w:hAnsi="Arial Narrow"/>
                <w:iCs/>
                <w:sz w:val="19"/>
                <w:szCs w:val="19"/>
              </w:rPr>
              <w:t>Broj lične karte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 xml:space="preserve">/Number of the personal document: </w:t>
            </w:r>
          </w:p>
          <w:p w:rsidR="00751978" w:rsidRPr="009D210D" w:rsidRDefault="00751978" w:rsidP="006D3412">
            <w:pPr>
              <w:spacing w:before="120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bookmarkStart w:id="38" w:name="Text222"/>
            <w:r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  <w:bookmarkEnd w:id="38"/>
          </w:p>
        </w:tc>
      </w:tr>
      <w:tr w:rsidR="009D210D" w:rsidRPr="009D210D" w:rsidTr="009D210D">
        <w:trPr>
          <w:trHeight w:val="454"/>
        </w:trPr>
        <w:tc>
          <w:tcPr>
            <w:tcW w:w="4253" w:type="dxa"/>
            <w:shd w:val="clear" w:color="auto" w:fill="auto"/>
            <w:vAlign w:val="center"/>
          </w:tcPr>
          <w:p w:rsidR="00753DCE" w:rsidRPr="009D210D" w:rsidRDefault="00753DCE" w:rsidP="00751978">
            <w:pPr>
              <w:spacing w:after="0" w:line="240" w:lineRule="auto"/>
            </w:pPr>
            <w:r w:rsidRPr="009D210D">
              <w:rPr>
                <w:rFonts w:ascii="Arial Narrow" w:hAnsi="Arial Narrow"/>
                <w:sz w:val="19"/>
                <w:szCs w:val="19"/>
              </w:rPr>
              <w:t>Telefon 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Phone</w:t>
            </w:r>
            <w:r w:rsidRPr="009D210D">
              <w:rPr>
                <w:rFonts w:ascii="Arial Narrow" w:hAnsi="Arial Narrow"/>
                <w:sz w:val="19"/>
                <w:szCs w:val="19"/>
              </w:rPr>
              <w:t xml:space="preserve">: 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3"/>
                  <w:enabled/>
                  <w:calcOnExit w:val="0"/>
                  <w:textInput/>
                </w:ffData>
              </w:fldChar>
            </w:r>
            <w:bookmarkStart w:id="39" w:name="Text223"/>
            <w:r w:rsidR="00751978"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  <w:bookmarkEnd w:id="39"/>
          </w:p>
        </w:tc>
        <w:tc>
          <w:tcPr>
            <w:tcW w:w="6131" w:type="dxa"/>
            <w:shd w:val="clear" w:color="auto" w:fill="auto"/>
            <w:vAlign w:val="center"/>
          </w:tcPr>
          <w:p w:rsidR="00753DCE" w:rsidRPr="009D210D" w:rsidRDefault="00A2358F" w:rsidP="00751978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 xml:space="preserve">E-mail: 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t xml:space="preserve"> 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bookmarkStart w:id="40" w:name="Text224"/>
            <w:r w:rsidR="00751978"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  <w:bookmarkEnd w:id="40"/>
          </w:p>
        </w:tc>
      </w:tr>
      <w:tr w:rsidR="009D210D" w:rsidRPr="009D210D" w:rsidTr="009D210D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:rsidR="00753DCE" w:rsidRPr="009D210D" w:rsidRDefault="00A2358F" w:rsidP="00751978">
            <w:pPr>
              <w:spacing w:after="0" w:line="240" w:lineRule="auto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Mobilni telefon/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Mobil phone:</w:t>
            </w:r>
            <w:r w:rsidR="00751978" w:rsidRPr="009D210D">
              <w:rPr>
                <w:rFonts w:ascii="Arial Narrow" w:hAnsi="Arial Narrow"/>
                <w:i/>
                <w:sz w:val="19"/>
                <w:szCs w:val="19"/>
              </w:rPr>
              <w:t xml:space="preserve"> </w:t>
            </w:r>
            <w:r w:rsidR="00751978"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bookmarkStart w:id="41" w:name="Text225"/>
            <w:r w:rsidR="00751978"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="00751978"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="00751978"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r w:rsidR="00751978"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="00751978"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  <w:bookmarkEnd w:id="41"/>
          </w:p>
        </w:tc>
        <w:tc>
          <w:tcPr>
            <w:tcW w:w="6131" w:type="dxa"/>
            <w:shd w:val="clear" w:color="auto" w:fill="auto"/>
            <w:vAlign w:val="center"/>
          </w:tcPr>
          <w:p w:rsidR="00753DCE" w:rsidRPr="009D210D" w:rsidRDefault="00753DCE" w:rsidP="00751978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Potpis/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Signature:</w:t>
            </w:r>
          </w:p>
        </w:tc>
      </w:tr>
    </w:tbl>
    <w:p w:rsidR="00D42A20" w:rsidRPr="009D210D" w:rsidRDefault="00D42A20" w:rsidP="00CC71A0">
      <w:pPr>
        <w:spacing w:before="120" w:after="0"/>
        <w:ind w:left="98" w:right="103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b/>
          <w:sz w:val="19"/>
          <w:szCs w:val="19"/>
        </w:rPr>
        <w:t xml:space="preserve">IME I PREZIME </w:t>
      </w:r>
      <w:r w:rsidR="00A2358F" w:rsidRPr="009D210D">
        <w:rPr>
          <w:rFonts w:ascii="Arial Narrow" w:hAnsi="Arial Narrow"/>
          <w:b/>
          <w:sz w:val="19"/>
          <w:szCs w:val="19"/>
        </w:rPr>
        <w:t xml:space="preserve">KORISNIKA </w:t>
      </w:r>
      <w:r w:rsidRPr="009D210D">
        <w:rPr>
          <w:rFonts w:ascii="Arial Narrow" w:hAnsi="Arial Narrow"/>
          <w:b/>
          <w:sz w:val="19"/>
          <w:szCs w:val="19"/>
        </w:rPr>
        <w:t>NA KARTIC</w:t>
      </w:r>
      <w:r w:rsidR="00A2358F" w:rsidRPr="009D210D">
        <w:rPr>
          <w:rFonts w:ascii="Arial Narrow" w:hAnsi="Arial Narrow"/>
          <w:b/>
          <w:sz w:val="19"/>
          <w:szCs w:val="19"/>
        </w:rPr>
        <w:t>I</w:t>
      </w:r>
      <w:r w:rsidRPr="009D210D">
        <w:rPr>
          <w:rFonts w:ascii="Arial Narrow" w:hAnsi="Arial Narrow"/>
          <w:b/>
          <w:sz w:val="19"/>
          <w:szCs w:val="19"/>
        </w:rPr>
        <w:t xml:space="preserve"> </w:t>
      </w:r>
      <w:r w:rsidRPr="009D210D">
        <w:rPr>
          <w:rFonts w:ascii="Arial Narrow" w:hAnsi="Arial Narrow"/>
          <w:sz w:val="19"/>
          <w:szCs w:val="19"/>
        </w:rPr>
        <w:t>(do 24 znaka)</w:t>
      </w:r>
    </w:p>
    <w:tbl>
      <w:tblPr>
        <w:tblW w:w="50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dotted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  <w:gridCol w:w="292"/>
        <w:gridCol w:w="293"/>
        <w:gridCol w:w="293"/>
      </w:tblGrid>
      <w:tr w:rsidR="00A36A11" w:rsidRPr="009D210D" w:rsidTr="00A36A11">
        <w:trPr>
          <w:trHeight w:val="397"/>
        </w:trPr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42" w:name="Text210"/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  <w:bookmarkEnd w:id="42"/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2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293" w:type="dxa"/>
            <w:shd w:val="clear" w:color="auto" w:fill="auto"/>
            <w:vAlign w:val="center"/>
          </w:tcPr>
          <w:p w:rsidR="00A36A11" w:rsidRPr="009D210D" w:rsidRDefault="00A36A11" w:rsidP="00A36A1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:rsidR="00EA356C" w:rsidRPr="009D210D" w:rsidRDefault="00EA356C" w:rsidP="00EA356C">
      <w:pPr>
        <w:tabs>
          <w:tab w:val="left" w:pos="284"/>
        </w:tabs>
        <w:spacing w:after="0" w:line="240" w:lineRule="auto"/>
        <w:ind w:right="142"/>
        <w:rPr>
          <w:rFonts w:ascii="Arial Narrow" w:hAnsi="Arial Narrow"/>
          <w:b/>
          <w:noProof/>
          <w:sz w:val="19"/>
          <w:szCs w:val="19"/>
          <w:lang w:eastAsia="sr-Latn-RS"/>
        </w:rPr>
      </w:pPr>
    </w:p>
    <w:p w:rsidR="006A565D" w:rsidRPr="009D210D" w:rsidRDefault="006A565D" w:rsidP="006A565D">
      <w:pPr>
        <w:spacing w:before="120" w:after="0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t xml:space="preserve">OZNAČITI ŽELJENU GRUPU DNEVNOG LIMITA </w:t>
      </w:r>
    </w:p>
    <w:tbl>
      <w:tblPr>
        <w:tblW w:w="5535" w:type="dxa"/>
        <w:tblInd w:w="9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715"/>
        <w:gridCol w:w="1701"/>
        <w:gridCol w:w="1560"/>
        <w:gridCol w:w="1559"/>
      </w:tblGrid>
      <w:tr w:rsidR="009D210D" w:rsidRPr="009D210D" w:rsidTr="009D210D">
        <w:trPr>
          <w:trHeight w:val="279"/>
        </w:trPr>
        <w:tc>
          <w:tcPr>
            <w:tcW w:w="715" w:type="dxa"/>
          </w:tcPr>
          <w:p w:rsidR="00647707" w:rsidRPr="009D210D" w:rsidRDefault="00647707" w:rsidP="009918A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918A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ukupni dnevni limit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918A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ATM dnevni limit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918A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POS dnevni limit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6D3412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1"/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  <w:bookmarkEnd w:id="43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918A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918A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918A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6D3412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</w:tr>
      <w:tr w:rsidR="009D210D" w:rsidRPr="009D210D" w:rsidTr="009D210D">
        <w:trPr>
          <w:trHeight w:val="367"/>
        </w:trPr>
        <w:tc>
          <w:tcPr>
            <w:tcW w:w="715" w:type="dxa"/>
            <w:vAlign w:val="bottom"/>
          </w:tcPr>
          <w:p w:rsidR="00647707" w:rsidRPr="009D210D" w:rsidRDefault="00647707" w:rsidP="006D3412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6D3412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6D3412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</w:tr>
      <w:tr w:rsidR="009D210D" w:rsidRPr="009D210D" w:rsidTr="009D210D">
        <w:trPr>
          <w:trHeight w:val="304"/>
        </w:trPr>
        <w:tc>
          <w:tcPr>
            <w:tcW w:w="715" w:type="dxa"/>
            <w:vAlign w:val="bottom"/>
          </w:tcPr>
          <w:p w:rsidR="00647707" w:rsidRPr="009D210D" w:rsidRDefault="00647707" w:rsidP="006D3412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6D3412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6D3412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</w:tr>
      <w:bookmarkEnd w:id="35"/>
    </w:tbl>
    <w:p w:rsidR="00A2358F" w:rsidRPr="009D210D" w:rsidRDefault="00EA356C" w:rsidP="00BF59B3">
      <w:pPr>
        <w:spacing w:before="120" w:after="0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br w:type="page"/>
      </w:r>
    </w:p>
    <w:p w:rsidR="00735929" w:rsidRPr="009D210D" w:rsidRDefault="00735929" w:rsidP="009D210D">
      <w:pPr>
        <w:shd w:val="clear" w:color="auto" w:fill="F5D3D5"/>
        <w:tabs>
          <w:tab w:val="left" w:pos="284"/>
        </w:tabs>
        <w:spacing w:before="120" w:after="0" w:line="240" w:lineRule="auto"/>
        <w:ind w:left="112" w:right="142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lastRenderedPageBreak/>
        <w:t>PODACI O KORISNIKU  KARTICE</w:t>
      </w:r>
      <w:r w:rsidRPr="009D210D">
        <w:rPr>
          <w:rFonts w:ascii="Arial Narrow" w:hAnsi="Arial Narrow"/>
          <w:b/>
          <w:sz w:val="19"/>
          <w:szCs w:val="19"/>
        </w:rPr>
        <w:t xml:space="preserve"> 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229"/>
        <w:gridCol w:w="6096"/>
      </w:tblGrid>
      <w:tr w:rsidR="009D210D" w:rsidRPr="009D210D" w:rsidTr="009D210D">
        <w:trPr>
          <w:trHeight w:val="454"/>
        </w:trPr>
        <w:tc>
          <w:tcPr>
            <w:tcW w:w="10384" w:type="dxa"/>
            <w:gridSpan w:val="2"/>
            <w:shd w:val="clear" w:color="auto" w:fill="auto"/>
            <w:vAlign w:val="center"/>
          </w:tcPr>
          <w:p w:rsidR="00735929" w:rsidRPr="009D210D" w:rsidRDefault="00735929" w:rsidP="009D210D">
            <w:pPr>
              <w:pStyle w:val="Tabela"/>
              <w:spacing w:before="60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Ime i prezime</w:t>
            </w:r>
            <w:r w:rsidRPr="009D210D">
              <w:rPr>
                <w:i/>
                <w:color w:val="auto"/>
              </w:rPr>
              <w:t xml:space="preserve"> /Name and surname: </w:t>
            </w:r>
            <w:r w:rsidRPr="009D210D">
              <w:rPr>
                <w:i/>
                <w:color w:val="auto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9D210D">
              <w:rPr>
                <w:i/>
                <w:color w:val="auto"/>
              </w:rPr>
              <w:instrText xml:space="preserve"> FORMTEXT </w:instrText>
            </w:r>
            <w:r w:rsidRPr="009D210D">
              <w:rPr>
                <w:i/>
                <w:color w:val="auto"/>
              </w:rPr>
            </w:r>
            <w:r w:rsidRPr="009D210D">
              <w:rPr>
                <w:i/>
                <w:color w:val="auto"/>
              </w:rPr>
              <w:fldChar w:fldCharType="separate"/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color w:val="auto"/>
              </w:rPr>
              <w:fldChar w:fldCharType="end"/>
            </w:r>
          </w:p>
        </w:tc>
      </w:tr>
      <w:tr w:rsidR="009D210D" w:rsidRPr="009D210D" w:rsidTr="009D210D">
        <w:trPr>
          <w:trHeight w:val="492"/>
        </w:trPr>
        <w:tc>
          <w:tcPr>
            <w:tcW w:w="4252" w:type="dxa"/>
            <w:shd w:val="clear" w:color="auto" w:fill="auto"/>
            <w:vAlign w:val="center"/>
          </w:tcPr>
          <w:p w:rsidR="00735929" w:rsidRPr="009D210D" w:rsidRDefault="00735929" w:rsidP="009D210D">
            <w:pPr>
              <w:pStyle w:val="Tabela"/>
              <w:spacing w:before="60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JMBG</w:t>
            </w:r>
            <w:r w:rsidRPr="009D210D">
              <w:rPr>
                <w:i/>
                <w:color w:val="auto"/>
              </w:rPr>
              <w:t xml:space="preserve"> /Unique citizen registration number:</w:t>
            </w:r>
          </w:p>
          <w:p w:rsidR="00735929" w:rsidRPr="009D210D" w:rsidRDefault="00735929" w:rsidP="009D210D">
            <w:pPr>
              <w:pStyle w:val="Tabela"/>
              <w:spacing w:before="60"/>
              <w:ind w:left="0"/>
              <w:rPr>
                <w:i/>
                <w:color w:val="auto"/>
              </w:rPr>
            </w:pPr>
            <w:r w:rsidRPr="009D210D">
              <w:rPr>
                <w:i/>
                <w:color w:val="auto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r w:rsidRPr="009D210D">
              <w:rPr>
                <w:i/>
                <w:color w:val="auto"/>
              </w:rPr>
              <w:instrText xml:space="preserve"> FORMTEXT </w:instrText>
            </w:r>
            <w:r w:rsidRPr="009D210D">
              <w:rPr>
                <w:i/>
                <w:color w:val="auto"/>
              </w:rPr>
            </w:r>
            <w:r w:rsidRPr="009D210D">
              <w:rPr>
                <w:i/>
                <w:color w:val="auto"/>
              </w:rPr>
              <w:fldChar w:fldCharType="separate"/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color w:val="auto"/>
              </w:rPr>
              <w:fldChar w:fldCharType="end"/>
            </w:r>
          </w:p>
        </w:tc>
        <w:tc>
          <w:tcPr>
            <w:tcW w:w="6131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A36A11">
              <w:rPr>
                <w:rFonts w:ascii="Arial Narrow" w:hAnsi="Arial Narrow"/>
                <w:iCs/>
                <w:sz w:val="19"/>
                <w:szCs w:val="19"/>
              </w:rPr>
              <w:t>Broj lične karte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 xml:space="preserve">/Number of the personal document: </w:t>
            </w:r>
          </w:p>
          <w:p w:rsidR="00735929" w:rsidRPr="009D210D" w:rsidRDefault="00735929" w:rsidP="009D210D">
            <w:pPr>
              <w:spacing w:before="60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</w:p>
        </w:tc>
      </w:tr>
      <w:tr w:rsidR="009D210D" w:rsidRPr="009D210D" w:rsidTr="009D210D">
        <w:trPr>
          <w:trHeight w:val="454"/>
        </w:trPr>
        <w:tc>
          <w:tcPr>
            <w:tcW w:w="4253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</w:pPr>
            <w:r w:rsidRPr="009D210D">
              <w:rPr>
                <w:rFonts w:ascii="Arial Narrow" w:hAnsi="Arial Narrow"/>
                <w:sz w:val="19"/>
                <w:szCs w:val="19"/>
              </w:rPr>
              <w:t>Telefon 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Phone</w:t>
            </w:r>
            <w:r w:rsidRPr="009D210D">
              <w:rPr>
                <w:rFonts w:ascii="Arial Narrow" w:hAnsi="Arial Narrow"/>
                <w:sz w:val="19"/>
                <w:szCs w:val="19"/>
              </w:rPr>
              <w:t xml:space="preserve">:  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3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sz w:val="19"/>
                <w:szCs w:val="19"/>
              </w:rPr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</w:p>
        </w:tc>
        <w:tc>
          <w:tcPr>
            <w:tcW w:w="6131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 xml:space="preserve">E-mail:  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sz w:val="19"/>
                <w:szCs w:val="19"/>
              </w:rPr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</w:p>
        </w:tc>
      </w:tr>
      <w:tr w:rsidR="009D210D" w:rsidRPr="009D210D" w:rsidTr="009D210D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Mobilni telefon/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 xml:space="preserve">Mobil phone: 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</w:p>
        </w:tc>
        <w:tc>
          <w:tcPr>
            <w:tcW w:w="6131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Potpis/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Signature:</w:t>
            </w:r>
          </w:p>
        </w:tc>
      </w:tr>
    </w:tbl>
    <w:p w:rsidR="00735929" w:rsidRPr="009D210D" w:rsidRDefault="00735929" w:rsidP="009D210D">
      <w:pPr>
        <w:spacing w:before="80" w:after="0"/>
        <w:ind w:left="113" w:right="103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b/>
          <w:sz w:val="19"/>
          <w:szCs w:val="19"/>
        </w:rPr>
        <w:t xml:space="preserve">IME I PREZIME KORISNIKA NA KARTICI </w:t>
      </w:r>
      <w:r w:rsidRPr="009D210D">
        <w:rPr>
          <w:rFonts w:ascii="Arial Narrow" w:hAnsi="Arial Narrow"/>
          <w:sz w:val="19"/>
          <w:szCs w:val="19"/>
        </w:rPr>
        <w:t>(do 24 znaka)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V w:val="dotted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412"/>
        <w:gridCol w:w="412"/>
        <w:gridCol w:w="412"/>
        <w:gridCol w:w="413"/>
        <w:gridCol w:w="412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3"/>
        <w:gridCol w:w="414"/>
      </w:tblGrid>
      <w:tr w:rsidR="009D210D" w:rsidRPr="009D210D" w:rsidTr="009D210D">
        <w:trPr>
          <w:trHeight w:val="397"/>
        </w:trPr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:rsidR="00735929" w:rsidRPr="009D210D" w:rsidRDefault="00735929" w:rsidP="009D210D">
      <w:pPr>
        <w:spacing w:before="80" w:after="0"/>
        <w:ind w:left="113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t xml:space="preserve">OZNAČITI ŽELJENU GRUPU DNEVNOG LIMITA </w:t>
      </w:r>
    </w:p>
    <w:tbl>
      <w:tblPr>
        <w:tblW w:w="5535" w:type="dxa"/>
        <w:tblInd w:w="9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dotted" w:sz="4" w:space="0" w:color="FF0000"/>
        </w:tblBorders>
        <w:tblLook w:val="04A0" w:firstRow="1" w:lastRow="0" w:firstColumn="1" w:lastColumn="0" w:noHBand="0" w:noVBand="1"/>
      </w:tblPr>
      <w:tblGrid>
        <w:gridCol w:w="715"/>
        <w:gridCol w:w="1701"/>
        <w:gridCol w:w="1560"/>
        <w:gridCol w:w="1559"/>
      </w:tblGrid>
      <w:tr w:rsidR="009D210D" w:rsidRPr="009D210D" w:rsidTr="009D210D">
        <w:trPr>
          <w:trHeight w:val="279"/>
        </w:trPr>
        <w:tc>
          <w:tcPr>
            <w:tcW w:w="715" w:type="dxa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ukupni dnevni limit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ATM dnevni limit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POS dnevni limit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</w:tr>
      <w:tr w:rsidR="009D210D" w:rsidRPr="009D210D" w:rsidTr="009D210D">
        <w:trPr>
          <w:trHeight w:val="367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</w:tr>
      <w:tr w:rsidR="009D210D" w:rsidRPr="009D210D" w:rsidTr="009D210D">
        <w:trPr>
          <w:trHeight w:val="304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</w:tr>
    </w:tbl>
    <w:p w:rsidR="00735929" w:rsidRPr="009D210D" w:rsidRDefault="00735929" w:rsidP="009D210D">
      <w:pPr>
        <w:shd w:val="clear" w:color="auto" w:fill="F5D3D5"/>
        <w:tabs>
          <w:tab w:val="left" w:pos="284"/>
        </w:tabs>
        <w:spacing w:before="120" w:after="0" w:line="240" w:lineRule="auto"/>
        <w:ind w:left="112" w:right="142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t>PODACI O KORISNIKU  KARTICE</w:t>
      </w:r>
      <w:r w:rsidRPr="009D210D">
        <w:rPr>
          <w:rFonts w:ascii="Arial Narrow" w:hAnsi="Arial Narrow"/>
          <w:b/>
          <w:sz w:val="19"/>
          <w:szCs w:val="19"/>
        </w:rPr>
        <w:t xml:space="preserve"> 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229"/>
        <w:gridCol w:w="6096"/>
      </w:tblGrid>
      <w:tr w:rsidR="009D210D" w:rsidRPr="009D210D" w:rsidTr="009D210D">
        <w:trPr>
          <w:trHeight w:val="454"/>
        </w:trPr>
        <w:tc>
          <w:tcPr>
            <w:tcW w:w="10384" w:type="dxa"/>
            <w:gridSpan w:val="2"/>
            <w:shd w:val="clear" w:color="auto" w:fill="auto"/>
            <w:vAlign w:val="center"/>
          </w:tcPr>
          <w:p w:rsidR="00735929" w:rsidRPr="009D210D" w:rsidRDefault="00735929" w:rsidP="009D210D">
            <w:pPr>
              <w:pStyle w:val="Tabela"/>
              <w:spacing w:before="60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Ime i prezime</w:t>
            </w:r>
            <w:r w:rsidRPr="009D210D">
              <w:rPr>
                <w:i/>
                <w:color w:val="auto"/>
              </w:rPr>
              <w:t xml:space="preserve"> /Name and surname: </w:t>
            </w:r>
            <w:r w:rsidRPr="009D210D">
              <w:rPr>
                <w:i/>
                <w:color w:val="auto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9D210D">
              <w:rPr>
                <w:i/>
                <w:color w:val="auto"/>
              </w:rPr>
              <w:instrText xml:space="preserve"> FORMTEXT </w:instrText>
            </w:r>
            <w:r w:rsidRPr="009D210D">
              <w:rPr>
                <w:i/>
                <w:color w:val="auto"/>
              </w:rPr>
            </w:r>
            <w:r w:rsidRPr="009D210D">
              <w:rPr>
                <w:i/>
                <w:color w:val="auto"/>
              </w:rPr>
              <w:fldChar w:fldCharType="separate"/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color w:val="auto"/>
              </w:rPr>
              <w:fldChar w:fldCharType="end"/>
            </w:r>
          </w:p>
        </w:tc>
      </w:tr>
      <w:tr w:rsidR="009D210D" w:rsidRPr="009D210D" w:rsidTr="009D210D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:rsidR="00735929" w:rsidRPr="009D210D" w:rsidRDefault="00735929" w:rsidP="009D210D">
            <w:pPr>
              <w:pStyle w:val="Tabela"/>
              <w:spacing w:before="60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JMBG</w:t>
            </w:r>
            <w:r w:rsidRPr="009D210D">
              <w:rPr>
                <w:i/>
                <w:color w:val="auto"/>
              </w:rPr>
              <w:t xml:space="preserve"> /Unique citizen registration number:</w:t>
            </w:r>
          </w:p>
          <w:p w:rsidR="00735929" w:rsidRPr="009D210D" w:rsidRDefault="00735929" w:rsidP="009D210D">
            <w:pPr>
              <w:pStyle w:val="Tabela"/>
              <w:spacing w:before="60"/>
              <w:ind w:left="0"/>
              <w:rPr>
                <w:i/>
                <w:color w:val="auto"/>
              </w:rPr>
            </w:pPr>
            <w:r w:rsidRPr="009D210D">
              <w:rPr>
                <w:i/>
                <w:color w:val="auto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r w:rsidRPr="009D210D">
              <w:rPr>
                <w:i/>
                <w:color w:val="auto"/>
              </w:rPr>
              <w:instrText xml:space="preserve"> FORMTEXT </w:instrText>
            </w:r>
            <w:r w:rsidRPr="009D210D">
              <w:rPr>
                <w:i/>
                <w:color w:val="auto"/>
              </w:rPr>
            </w:r>
            <w:r w:rsidRPr="009D210D">
              <w:rPr>
                <w:i/>
                <w:color w:val="auto"/>
              </w:rPr>
              <w:fldChar w:fldCharType="separate"/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color w:val="auto"/>
              </w:rPr>
              <w:fldChar w:fldCharType="end"/>
            </w:r>
          </w:p>
        </w:tc>
        <w:tc>
          <w:tcPr>
            <w:tcW w:w="6131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A36A11">
              <w:rPr>
                <w:rFonts w:ascii="Arial Narrow" w:hAnsi="Arial Narrow"/>
                <w:iCs/>
                <w:sz w:val="19"/>
                <w:szCs w:val="19"/>
              </w:rPr>
              <w:t>Broj lične karte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 xml:space="preserve">/Number of the personal document: </w:t>
            </w:r>
          </w:p>
          <w:p w:rsidR="00735929" w:rsidRPr="009D210D" w:rsidRDefault="00735929" w:rsidP="009D210D">
            <w:pPr>
              <w:spacing w:before="60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</w:p>
        </w:tc>
      </w:tr>
      <w:tr w:rsidR="009D210D" w:rsidRPr="009D210D" w:rsidTr="009D210D">
        <w:trPr>
          <w:trHeight w:val="454"/>
        </w:trPr>
        <w:tc>
          <w:tcPr>
            <w:tcW w:w="4253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</w:pPr>
            <w:r w:rsidRPr="009D210D">
              <w:rPr>
                <w:rFonts w:ascii="Arial Narrow" w:hAnsi="Arial Narrow"/>
                <w:sz w:val="19"/>
                <w:szCs w:val="19"/>
              </w:rPr>
              <w:t>Telefon 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Phone</w:t>
            </w:r>
            <w:r w:rsidRPr="009D210D">
              <w:rPr>
                <w:rFonts w:ascii="Arial Narrow" w:hAnsi="Arial Narrow"/>
                <w:sz w:val="19"/>
                <w:szCs w:val="19"/>
              </w:rPr>
              <w:t xml:space="preserve">:  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3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sz w:val="19"/>
                <w:szCs w:val="19"/>
              </w:rPr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</w:p>
        </w:tc>
        <w:tc>
          <w:tcPr>
            <w:tcW w:w="6131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 xml:space="preserve">E-mail:  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sz w:val="19"/>
                <w:szCs w:val="19"/>
              </w:rPr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</w:p>
        </w:tc>
      </w:tr>
      <w:tr w:rsidR="009D210D" w:rsidRPr="009D210D" w:rsidTr="009D210D">
        <w:trPr>
          <w:trHeight w:val="624"/>
        </w:trPr>
        <w:tc>
          <w:tcPr>
            <w:tcW w:w="4253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Mobilni telefon/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 xml:space="preserve">Mobil phone: 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</w:p>
        </w:tc>
        <w:tc>
          <w:tcPr>
            <w:tcW w:w="6131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before="60"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Potpis/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Signature:</w:t>
            </w:r>
          </w:p>
        </w:tc>
      </w:tr>
    </w:tbl>
    <w:p w:rsidR="00735929" w:rsidRPr="009D210D" w:rsidRDefault="00735929" w:rsidP="009D210D">
      <w:pPr>
        <w:spacing w:before="80" w:after="0"/>
        <w:ind w:left="96" w:right="102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b/>
          <w:sz w:val="19"/>
          <w:szCs w:val="19"/>
        </w:rPr>
        <w:t xml:space="preserve">IME I PREZIME KORISNIKA NA KARTICI </w:t>
      </w:r>
      <w:r w:rsidRPr="009D210D">
        <w:rPr>
          <w:rFonts w:ascii="Arial Narrow" w:hAnsi="Arial Narrow"/>
          <w:sz w:val="19"/>
          <w:szCs w:val="19"/>
        </w:rPr>
        <w:t>(do 24 znaka)</w:t>
      </w:r>
    </w:p>
    <w:tbl>
      <w:tblPr>
        <w:tblW w:w="4900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dotted" w:sz="4" w:space="0" w:color="auto"/>
          <w:insideV w:val="dotted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412"/>
        <w:gridCol w:w="412"/>
        <w:gridCol w:w="412"/>
        <w:gridCol w:w="412"/>
        <w:gridCol w:w="413"/>
        <w:gridCol w:w="412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3"/>
        <w:gridCol w:w="414"/>
        <w:gridCol w:w="413"/>
        <w:gridCol w:w="413"/>
        <w:gridCol w:w="413"/>
        <w:gridCol w:w="414"/>
      </w:tblGrid>
      <w:tr w:rsidR="009D210D" w:rsidRPr="009D210D" w:rsidTr="009D210D">
        <w:trPr>
          <w:trHeight w:val="397"/>
        </w:trPr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:rsidR="00735929" w:rsidRPr="009D210D" w:rsidRDefault="00735929" w:rsidP="009D210D">
      <w:pPr>
        <w:spacing w:before="80" w:after="0"/>
        <w:ind w:left="85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t xml:space="preserve">OZNAČITI ŽELJENU GRUPU DNEVNOG LIMITA </w:t>
      </w:r>
    </w:p>
    <w:tbl>
      <w:tblPr>
        <w:tblW w:w="5535" w:type="dxa"/>
        <w:tblInd w:w="9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715"/>
        <w:gridCol w:w="1701"/>
        <w:gridCol w:w="1560"/>
        <w:gridCol w:w="1559"/>
      </w:tblGrid>
      <w:tr w:rsidR="009D210D" w:rsidRPr="009D210D" w:rsidTr="009D210D">
        <w:trPr>
          <w:trHeight w:val="279"/>
        </w:trPr>
        <w:tc>
          <w:tcPr>
            <w:tcW w:w="715" w:type="dxa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ukupni dnevni limit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ATM dnevni limit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POS dnevni limit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</w:tr>
      <w:tr w:rsidR="009D210D" w:rsidRPr="009D210D" w:rsidTr="009D210D">
        <w:trPr>
          <w:trHeight w:val="367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</w:tr>
      <w:tr w:rsidR="009D210D" w:rsidRPr="009D210D" w:rsidTr="009D210D">
        <w:trPr>
          <w:trHeight w:val="304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</w:tr>
    </w:tbl>
    <w:p w:rsidR="00735929" w:rsidRPr="009D210D" w:rsidRDefault="00735929" w:rsidP="009D210D">
      <w:pPr>
        <w:shd w:val="clear" w:color="auto" w:fill="F5D3D5"/>
        <w:tabs>
          <w:tab w:val="left" w:pos="284"/>
        </w:tabs>
        <w:spacing w:before="120" w:after="0" w:line="240" w:lineRule="auto"/>
        <w:ind w:left="112" w:right="257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lastRenderedPageBreak/>
        <w:t>PODACI O KORISNIKU  KARTICE</w:t>
      </w:r>
      <w:r w:rsidRPr="009D210D">
        <w:rPr>
          <w:rFonts w:ascii="Arial Narrow" w:hAnsi="Arial Narrow"/>
          <w:b/>
          <w:sz w:val="19"/>
          <w:szCs w:val="19"/>
        </w:rPr>
        <w:t xml:space="preserve"> </w:t>
      </w:r>
    </w:p>
    <w:tbl>
      <w:tblPr>
        <w:tblW w:w="4856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229"/>
        <w:gridCol w:w="6004"/>
      </w:tblGrid>
      <w:tr w:rsidR="009D210D" w:rsidRPr="009D210D" w:rsidTr="009D210D">
        <w:trPr>
          <w:trHeight w:val="454"/>
        </w:trPr>
        <w:tc>
          <w:tcPr>
            <w:tcW w:w="10232" w:type="dxa"/>
            <w:gridSpan w:val="2"/>
            <w:shd w:val="clear" w:color="auto" w:fill="auto"/>
          </w:tcPr>
          <w:p w:rsidR="00735929" w:rsidRPr="009D210D" w:rsidRDefault="00735929" w:rsidP="009D210D">
            <w:pPr>
              <w:pStyle w:val="Tabela"/>
              <w:spacing w:beforeLines="60" w:before="144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Ime i prezime</w:t>
            </w:r>
            <w:r w:rsidRPr="009D210D">
              <w:rPr>
                <w:i/>
                <w:color w:val="auto"/>
              </w:rPr>
              <w:t xml:space="preserve"> /Name and surname: </w:t>
            </w:r>
            <w:r w:rsidRPr="009D210D">
              <w:rPr>
                <w:i/>
                <w:color w:val="auto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9D210D">
              <w:rPr>
                <w:i/>
                <w:color w:val="auto"/>
              </w:rPr>
              <w:instrText xml:space="preserve"> FORMTEXT </w:instrText>
            </w:r>
            <w:r w:rsidRPr="009D210D">
              <w:rPr>
                <w:i/>
                <w:color w:val="auto"/>
              </w:rPr>
            </w:r>
            <w:r w:rsidRPr="009D210D">
              <w:rPr>
                <w:i/>
                <w:color w:val="auto"/>
              </w:rPr>
              <w:fldChar w:fldCharType="separate"/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color w:val="auto"/>
              </w:rPr>
              <w:fldChar w:fldCharType="end"/>
            </w:r>
          </w:p>
        </w:tc>
      </w:tr>
      <w:tr w:rsidR="009D210D" w:rsidRPr="009D210D" w:rsidTr="009D210D">
        <w:trPr>
          <w:trHeight w:val="454"/>
        </w:trPr>
        <w:tc>
          <w:tcPr>
            <w:tcW w:w="4229" w:type="dxa"/>
            <w:shd w:val="clear" w:color="auto" w:fill="auto"/>
          </w:tcPr>
          <w:p w:rsidR="00735929" w:rsidRPr="009D210D" w:rsidRDefault="00735929" w:rsidP="009D210D">
            <w:pPr>
              <w:pStyle w:val="Tabela"/>
              <w:spacing w:beforeLines="60" w:before="144"/>
              <w:ind w:left="0"/>
              <w:rPr>
                <w:i/>
                <w:color w:val="auto"/>
              </w:rPr>
            </w:pPr>
            <w:r w:rsidRPr="00A36A11">
              <w:rPr>
                <w:iCs/>
                <w:color w:val="auto"/>
              </w:rPr>
              <w:t>JMBG</w:t>
            </w:r>
            <w:r w:rsidRPr="009D210D">
              <w:rPr>
                <w:i/>
                <w:color w:val="auto"/>
              </w:rPr>
              <w:t xml:space="preserve"> /Unique citizen registration number:</w:t>
            </w:r>
          </w:p>
          <w:p w:rsidR="00735929" w:rsidRPr="009D210D" w:rsidRDefault="00735929" w:rsidP="009D210D">
            <w:pPr>
              <w:pStyle w:val="Tabela"/>
              <w:spacing w:beforeLines="60" w:before="144"/>
              <w:ind w:left="0"/>
              <w:rPr>
                <w:i/>
                <w:color w:val="auto"/>
              </w:rPr>
            </w:pPr>
            <w:r w:rsidRPr="009D210D">
              <w:rPr>
                <w:i/>
                <w:color w:val="auto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r w:rsidRPr="009D210D">
              <w:rPr>
                <w:i/>
                <w:color w:val="auto"/>
              </w:rPr>
              <w:instrText xml:space="preserve"> FORMTEXT </w:instrText>
            </w:r>
            <w:r w:rsidRPr="009D210D">
              <w:rPr>
                <w:i/>
                <w:color w:val="auto"/>
              </w:rPr>
            </w:r>
            <w:r w:rsidRPr="009D210D">
              <w:rPr>
                <w:i/>
                <w:color w:val="auto"/>
              </w:rPr>
              <w:fldChar w:fldCharType="separate"/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noProof/>
                <w:color w:val="auto"/>
              </w:rPr>
              <w:t> </w:t>
            </w:r>
            <w:r w:rsidRPr="009D210D">
              <w:rPr>
                <w:i/>
                <w:color w:val="auto"/>
              </w:rPr>
              <w:fldChar w:fldCharType="end"/>
            </w:r>
          </w:p>
        </w:tc>
        <w:tc>
          <w:tcPr>
            <w:tcW w:w="6003" w:type="dxa"/>
            <w:shd w:val="clear" w:color="auto" w:fill="auto"/>
          </w:tcPr>
          <w:p w:rsidR="00735929" w:rsidRPr="009D210D" w:rsidRDefault="00735929" w:rsidP="009D210D">
            <w:pPr>
              <w:spacing w:beforeLines="60" w:before="144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A36A11">
              <w:rPr>
                <w:rFonts w:ascii="Arial Narrow" w:hAnsi="Arial Narrow"/>
                <w:iCs/>
                <w:sz w:val="19"/>
                <w:szCs w:val="19"/>
              </w:rPr>
              <w:t>Broj lične karte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 xml:space="preserve">/Number of the personal document: </w:t>
            </w:r>
          </w:p>
          <w:p w:rsidR="00735929" w:rsidRPr="009D210D" w:rsidRDefault="00735929" w:rsidP="009D210D">
            <w:pPr>
              <w:spacing w:beforeLines="60" w:before="144" w:after="0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bookmarkStart w:id="44" w:name="_GoBack"/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bookmarkEnd w:id="44"/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</w:p>
        </w:tc>
      </w:tr>
      <w:tr w:rsidR="009D210D" w:rsidRPr="009D210D" w:rsidTr="009D210D">
        <w:trPr>
          <w:trHeight w:val="454"/>
        </w:trPr>
        <w:tc>
          <w:tcPr>
            <w:tcW w:w="4229" w:type="dxa"/>
            <w:shd w:val="clear" w:color="auto" w:fill="auto"/>
          </w:tcPr>
          <w:p w:rsidR="00735929" w:rsidRPr="009D210D" w:rsidRDefault="00735929" w:rsidP="009D210D">
            <w:pPr>
              <w:spacing w:beforeLines="60" w:before="144" w:after="0" w:line="240" w:lineRule="auto"/>
            </w:pPr>
            <w:r w:rsidRPr="009D210D">
              <w:rPr>
                <w:rFonts w:ascii="Arial Narrow" w:hAnsi="Arial Narrow"/>
                <w:sz w:val="19"/>
                <w:szCs w:val="19"/>
              </w:rPr>
              <w:t>Telefon 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Phone</w:t>
            </w:r>
            <w:r w:rsidRPr="009D210D">
              <w:rPr>
                <w:rFonts w:ascii="Arial Narrow" w:hAnsi="Arial Narrow"/>
                <w:sz w:val="19"/>
                <w:szCs w:val="19"/>
              </w:rPr>
              <w:t xml:space="preserve">:  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3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sz w:val="19"/>
                <w:szCs w:val="19"/>
              </w:rPr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</w:p>
        </w:tc>
        <w:tc>
          <w:tcPr>
            <w:tcW w:w="6003" w:type="dxa"/>
            <w:shd w:val="clear" w:color="auto" w:fill="auto"/>
          </w:tcPr>
          <w:p w:rsidR="00735929" w:rsidRPr="009D210D" w:rsidRDefault="00735929" w:rsidP="009D210D">
            <w:pPr>
              <w:spacing w:beforeLines="60" w:before="144"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 xml:space="preserve">E-mail:  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sz w:val="19"/>
                <w:szCs w:val="19"/>
              </w:rPr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sz w:val="19"/>
                <w:szCs w:val="19"/>
              </w:rPr>
              <w:fldChar w:fldCharType="end"/>
            </w:r>
          </w:p>
        </w:tc>
      </w:tr>
      <w:tr w:rsidR="009D210D" w:rsidRPr="009D210D" w:rsidTr="009D210D">
        <w:trPr>
          <w:trHeight w:val="624"/>
        </w:trPr>
        <w:tc>
          <w:tcPr>
            <w:tcW w:w="4229" w:type="dxa"/>
            <w:shd w:val="clear" w:color="auto" w:fill="auto"/>
          </w:tcPr>
          <w:p w:rsidR="00735929" w:rsidRPr="009D210D" w:rsidRDefault="00735929" w:rsidP="009D210D">
            <w:pPr>
              <w:spacing w:beforeLines="60" w:before="144" w:after="0" w:line="240" w:lineRule="auto"/>
              <w:rPr>
                <w:rFonts w:ascii="Arial Narrow" w:hAnsi="Arial Narrow"/>
                <w:i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Mobilni telefon/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 xml:space="preserve">Mobil phone: 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instrText xml:space="preserve"> FORMTEXT </w:instrTex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separate"/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noProof/>
                <w:sz w:val="19"/>
                <w:szCs w:val="19"/>
              </w:rPr>
              <w:t> 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fldChar w:fldCharType="end"/>
            </w:r>
          </w:p>
        </w:tc>
        <w:tc>
          <w:tcPr>
            <w:tcW w:w="6003" w:type="dxa"/>
            <w:shd w:val="clear" w:color="auto" w:fill="auto"/>
          </w:tcPr>
          <w:p w:rsidR="00735929" w:rsidRPr="009D210D" w:rsidRDefault="00735929" w:rsidP="009D210D">
            <w:pPr>
              <w:spacing w:beforeLines="60" w:before="144"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>Potpis/</w:t>
            </w:r>
            <w:r w:rsidRPr="009D210D">
              <w:rPr>
                <w:rFonts w:ascii="Arial Narrow" w:hAnsi="Arial Narrow"/>
                <w:i/>
                <w:sz w:val="19"/>
                <w:szCs w:val="19"/>
              </w:rPr>
              <w:t>Signature:</w:t>
            </w:r>
          </w:p>
        </w:tc>
      </w:tr>
    </w:tbl>
    <w:p w:rsidR="00735929" w:rsidRPr="009D210D" w:rsidRDefault="00735929" w:rsidP="00735929">
      <w:pPr>
        <w:spacing w:before="120" w:after="0"/>
        <w:ind w:left="98" w:right="103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b/>
          <w:sz w:val="19"/>
          <w:szCs w:val="19"/>
        </w:rPr>
        <w:t xml:space="preserve">IME I PREZIME KORISNIKA NA KARTICI </w:t>
      </w:r>
      <w:r w:rsidRPr="009D210D">
        <w:rPr>
          <w:rFonts w:ascii="Arial Narrow" w:hAnsi="Arial Narrow"/>
          <w:sz w:val="19"/>
          <w:szCs w:val="19"/>
        </w:rPr>
        <w:t>(do 24 znaka)</w:t>
      </w:r>
    </w:p>
    <w:tbl>
      <w:tblPr>
        <w:tblW w:w="4856" w:type="pct"/>
        <w:tblInd w:w="10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V w:val="dotted" w:sz="4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409"/>
        <w:gridCol w:w="409"/>
        <w:gridCol w:w="410"/>
        <w:gridCol w:w="409"/>
        <w:gridCol w:w="409"/>
        <w:gridCol w:w="410"/>
        <w:gridCol w:w="409"/>
        <w:gridCol w:w="409"/>
        <w:gridCol w:w="410"/>
        <w:gridCol w:w="409"/>
        <w:gridCol w:w="409"/>
        <w:gridCol w:w="410"/>
        <w:gridCol w:w="409"/>
        <w:gridCol w:w="409"/>
        <w:gridCol w:w="410"/>
        <w:gridCol w:w="409"/>
        <w:gridCol w:w="409"/>
        <w:gridCol w:w="410"/>
        <w:gridCol w:w="409"/>
        <w:gridCol w:w="409"/>
        <w:gridCol w:w="410"/>
        <w:gridCol w:w="409"/>
        <w:gridCol w:w="409"/>
        <w:gridCol w:w="410"/>
      </w:tblGrid>
      <w:tr w:rsidR="009D210D" w:rsidRPr="009D210D" w:rsidTr="009D210D">
        <w:trPr>
          <w:trHeight w:val="397"/>
        </w:trPr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09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735929" w:rsidRPr="009D210D" w:rsidRDefault="00735929" w:rsidP="009D210D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9D210D">
              <w:rPr>
                <w:rFonts w:ascii="Arial Narrow" w:hAnsi="Arial Narrow"/>
                <w:b/>
              </w:rPr>
              <w:fldChar w:fldCharType="begin">
                <w:ffData>
                  <w:name w:val="Text2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D210D">
              <w:rPr>
                <w:rFonts w:ascii="Arial Narrow" w:hAnsi="Arial Narrow"/>
                <w:b/>
              </w:rPr>
              <w:instrText xml:space="preserve"> FORMTEXT </w:instrText>
            </w:r>
            <w:r w:rsidRPr="009D210D">
              <w:rPr>
                <w:rFonts w:ascii="Arial Narrow" w:hAnsi="Arial Narrow"/>
                <w:b/>
              </w:rPr>
            </w:r>
            <w:r w:rsidRPr="009D210D">
              <w:rPr>
                <w:rFonts w:ascii="Arial Narrow" w:hAnsi="Arial Narrow"/>
                <w:b/>
              </w:rPr>
              <w:fldChar w:fldCharType="separate"/>
            </w:r>
            <w:r w:rsidRPr="009D210D">
              <w:rPr>
                <w:rFonts w:ascii="Arial Narrow" w:hAnsi="Arial Narrow"/>
                <w:b/>
                <w:noProof/>
              </w:rPr>
              <w:t> </w:t>
            </w:r>
            <w:r w:rsidRPr="009D210D">
              <w:rPr>
                <w:rFonts w:ascii="Arial Narrow" w:hAnsi="Arial Narrow"/>
                <w:b/>
              </w:rPr>
              <w:fldChar w:fldCharType="end"/>
            </w:r>
          </w:p>
        </w:tc>
      </w:tr>
    </w:tbl>
    <w:p w:rsidR="00735929" w:rsidRPr="009D210D" w:rsidRDefault="00735929" w:rsidP="00735929">
      <w:pPr>
        <w:spacing w:before="120" w:after="0"/>
        <w:ind w:left="142"/>
        <w:rPr>
          <w:rFonts w:ascii="Arial Narrow" w:hAnsi="Arial Narrow"/>
          <w:b/>
          <w:noProof/>
          <w:sz w:val="19"/>
          <w:szCs w:val="19"/>
          <w:lang w:eastAsia="sr-Latn-RS"/>
        </w:rPr>
      </w:pPr>
      <w:r w:rsidRPr="009D210D">
        <w:rPr>
          <w:rFonts w:ascii="Arial Narrow" w:hAnsi="Arial Narrow"/>
          <w:b/>
          <w:noProof/>
          <w:sz w:val="19"/>
          <w:szCs w:val="19"/>
          <w:lang w:eastAsia="sr-Latn-RS"/>
        </w:rPr>
        <w:t xml:space="preserve">OZNAČITI ŽELJENU GRUPU DNEVNOG LIMITA </w:t>
      </w:r>
    </w:p>
    <w:tbl>
      <w:tblPr>
        <w:tblW w:w="5535" w:type="dxa"/>
        <w:tblInd w:w="93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715"/>
        <w:gridCol w:w="1701"/>
        <w:gridCol w:w="1560"/>
        <w:gridCol w:w="1559"/>
      </w:tblGrid>
      <w:tr w:rsidR="009D210D" w:rsidRPr="009D210D" w:rsidTr="009D210D">
        <w:trPr>
          <w:trHeight w:val="279"/>
        </w:trPr>
        <w:tc>
          <w:tcPr>
            <w:tcW w:w="715" w:type="dxa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ukupni dnevni limit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ATM dnevni limit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POS dnevni limit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neograničeno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300,000.00</w:t>
            </w:r>
          </w:p>
        </w:tc>
      </w:tr>
      <w:tr w:rsidR="009D210D" w:rsidRPr="009D210D" w:rsidTr="009D210D">
        <w:trPr>
          <w:trHeight w:val="367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50,000.00</w:t>
            </w:r>
          </w:p>
        </w:tc>
      </w:tr>
      <w:tr w:rsidR="009D210D" w:rsidRPr="009D210D" w:rsidTr="009D210D">
        <w:trPr>
          <w:trHeight w:val="349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30,000.00</w:t>
            </w:r>
          </w:p>
        </w:tc>
      </w:tr>
      <w:tr w:rsidR="009D210D" w:rsidRPr="009D210D" w:rsidTr="009D210D">
        <w:trPr>
          <w:trHeight w:val="304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20,000.00</w:t>
            </w:r>
          </w:p>
        </w:tc>
      </w:tr>
      <w:tr w:rsidR="009D210D" w:rsidRPr="009D210D" w:rsidTr="009D210D">
        <w:trPr>
          <w:trHeight w:val="340"/>
        </w:trPr>
        <w:tc>
          <w:tcPr>
            <w:tcW w:w="715" w:type="dxa"/>
            <w:vAlign w:val="bottom"/>
          </w:tcPr>
          <w:p w:rsidR="00647707" w:rsidRPr="009D210D" w:rsidRDefault="00647707" w:rsidP="009D210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instrText xml:space="preserve"> FORMCHECKBOX </w:instrText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r>
            <w:r w:rsidR="0078615E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separate"/>
            </w: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fldChar w:fldCharType="end"/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47707" w:rsidRPr="009D210D" w:rsidRDefault="00647707" w:rsidP="009D210D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</w:pPr>
            <w:r w:rsidRPr="009D210D">
              <w:rPr>
                <w:rFonts w:ascii="Arial Narrow" w:eastAsia="Times New Roman" w:hAnsi="Arial Narrow"/>
                <w:sz w:val="20"/>
                <w:szCs w:val="20"/>
                <w:lang w:eastAsia="sr-Latn-RS"/>
              </w:rPr>
              <w:t>10,000.00</w:t>
            </w:r>
          </w:p>
        </w:tc>
      </w:tr>
    </w:tbl>
    <w:p w:rsidR="00735929" w:rsidRPr="009D210D" w:rsidRDefault="00735929" w:rsidP="00735929">
      <w:pPr>
        <w:spacing w:before="120" w:after="0"/>
        <w:rPr>
          <w:rFonts w:ascii="Arial Narrow" w:hAnsi="Arial Narrow"/>
          <w:b/>
          <w:noProof/>
          <w:sz w:val="19"/>
          <w:szCs w:val="19"/>
          <w:lang w:eastAsia="sr-Latn-RS"/>
        </w:rPr>
      </w:pPr>
    </w:p>
    <w:p w:rsidR="00E14B70" w:rsidRPr="009D210D" w:rsidRDefault="00E14B70" w:rsidP="00EA356C">
      <w:pPr>
        <w:spacing w:after="0"/>
        <w:rPr>
          <w:rFonts w:ascii="Arial Narrow" w:hAnsi="Arial Narrow"/>
          <w:sz w:val="19"/>
          <w:szCs w:val="19"/>
        </w:rPr>
      </w:pPr>
    </w:p>
    <w:p w:rsidR="0011065A" w:rsidRPr="009D210D" w:rsidRDefault="00D52C33" w:rsidP="009D210D">
      <w:pPr>
        <w:shd w:val="clear" w:color="auto" w:fill="F5D3D5"/>
        <w:spacing w:after="0"/>
        <w:ind w:left="112" w:right="257"/>
        <w:jc w:val="both"/>
        <w:rPr>
          <w:rFonts w:ascii="Arial Narrow" w:hAnsi="Arial Narrow"/>
          <w:b/>
          <w:sz w:val="19"/>
          <w:szCs w:val="19"/>
        </w:rPr>
      </w:pPr>
      <w:r w:rsidRPr="009D210D">
        <w:rPr>
          <w:rFonts w:ascii="Arial Narrow" w:hAnsi="Arial Narrow"/>
          <w:b/>
          <w:sz w:val="19"/>
          <w:szCs w:val="19"/>
        </w:rPr>
        <w:t>IZJAVA</w:t>
      </w:r>
    </w:p>
    <w:p w:rsidR="00A15C01" w:rsidRPr="009D210D" w:rsidRDefault="004826DC" w:rsidP="009D210D">
      <w:pPr>
        <w:spacing w:after="0"/>
        <w:ind w:left="84" w:right="257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sz w:val="19"/>
          <w:szCs w:val="19"/>
        </w:rPr>
        <w:t>Izjavljujem pod punom materijalnom i krivičnom odgovornošću da su navedeni podaci tačni.</w:t>
      </w:r>
    </w:p>
    <w:p w:rsidR="003E0EB5" w:rsidRPr="009D210D" w:rsidRDefault="003E0EB5" w:rsidP="009D210D">
      <w:pPr>
        <w:spacing w:after="0"/>
        <w:ind w:left="84" w:right="257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sz w:val="19"/>
          <w:szCs w:val="19"/>
        </w:rPr>
        <w:t xml:space="preserve">Izdavanje i korišćenje </w:t>
      </w:r>
      <w:r w:rsidR="009918AA" w:rsidRPr="009D210D">
        <w:rPr>
          <w:rFonts w:ascii="Arial Narrow" w:hAnsi="Arial Narrow"/>
          <w:sz w:val="19"/>
          <w:szCs w:val="19"/>
        </w:rPr>
        <w:t>poslovne kartice, regulisan</w:t>
      </w:r>
      <w:r w:rsidRPr="009D210D">
        <w:rPr>
          <w:rFonts w:ascii="Arial Narrow" w:hAnsi="Arial Narrow"/>
          <w:sz w:val="19"/>
          <w:szCs w:val="19"/>
        </w:rPr>
        <w:t>o</w:t>
      </w:r>
      <w:r w:rsidR="009918AA" w:rsidRPr="009D210D">
        <w:rPr>
          <w:rFonts w:ascii="Arial Narrow" w:hAnsi="Arial Narrow"/>
          <w:sz w:val="19"/>
          <w:szCs w:val="19"/>
        </w:rPr>
        <w:t xml:space="preserve"> </w:t>
      </w:r>
      <w:r w:rsidRPr="009D210D">
        <w:rPr>
          <w:rFonts w:ascii="Arial Narrow" w:hAnsi="Arial Narrow"/>
          <w:sz w:val="19"/>
          <w:szCs w:val="19"/>
        </w:rPr>
        <w:t xml:space="preserve">je </w:t>
      </w:r>
      <w:r w:rsidR="009245C7" w:rsidRPr="009D210D">
        <w:rPr>
          <w:rFonts w:ascii="Arial Narrow" w:hAnsi="Arial Narrow"/>
          <w:sz w:val="19"/>
          <w:szCs w:val="19"/>
        </w:rPr>
        <w:t xml:space="preserve">Opštim uslovima poslovanja </w:t>
      </w:r>
      <w:r w:rsidR="009F27E8">
        <w:rPr>
          <w:rFonts w:ascii="Arial Narrow" w:hAnsi="Arial Narrow"/>
          <w:sz w:val="19"/>
          <w:szCs w:val="19"/>
        </w:rPr>
        <w:t>ALTA</w:t>
      </w:r>
      <w:r w:rsidR="009245C7" w:rsidRPr="009D210D">
        <w:rPr>
          <w:rFonts w:ascii="Arial Narrow" w:hAnsi="Arial Narrow"/>
          <w:sz w:val="19"/>
          <w:szCs w:val="19"/>
        </w:rPr>
        <w:t xml:space="preserve"> banke ad Beograd</w:t>
      </w:r>
      <w:r w:rsidRPr="009D210D">
        <w:rPr>
          <w:rFonts w:ascii="Arial Narrow" w:hAnsi="Arial Narrow"/>
          <w:sz w:val="19"/>
          <w:szCs w:val="19"/>
        </w:rPr>
        <w:t xml:space="preserve"> i Okvirnim ugovorom o izdavanju i korišćenju poslovne kartice</w:t>
      </w:r>
      <w:r w:rsidR="009245C7" w:rsidRPr="009D210D">
        <w:rPr>
          <w:rFonts w:ascii="Arial Narrow" w:hAnsi="Arial Narrow"/>
          <w:sz w:val="19"/>
          <w:szCs w:val="19"/>
        </w:rPr>
        <w:t xml:space="preserve">, </w:t>
      </w:r>
      <w:r w:rsidR="00E3118D" w:rsidRPr="009D210D">
        <w:rPr>
          <w:rFonts w:ascii="Arial Narrow" w:hAnsi="Arial Narrow"/>
          <w:sz w:val="19"/>
          <w:szCs w:val="19"/>
        </w:rPr>
        <w:t>čiji je Zahtev sastavni deo</w:t>
      </w:r>
      <w:r w:rsidR="009245C7" w:rsidRPr="009D210D">
        <w:rPr>
          <w:rFonts w:ascii="Arial Narrow" w:hAnsi="Arial Narrow"/>
          <w:sz w:val="19"/>
          <w:szCs w:val="19"/>
        </w:rPr>
        <w:t>.</w:t>
      </w:r>
    </w:p>
    <w:p w:rsidR="00D52C33" w:rsidRPr="009D210D" w:rsidRDefault="009918AA" w:rsidP="009D210D">
      <w:pPr>
        <w:spacing w:after="0"/>
        <w:ind w:left="84" w:right="257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sz w:val="19"/>
          <w:szCs w:val="19"/>
        </w:rPr>
        <w:t>Ovim neopozivo ovlašćujem Banku, da moj račun zadužuje</w:t>
      </w:r>
      <w:r w:rsidR="00BB546D" w:rsidRPr="009D210D">
        <w:rPr>
          <w:rFonts w:ascii="Arial Narrow" w:hAnsi="Arial Narrow"/>
          <w:sz w:val="19"/>
          <w:szCs w:val="19"/>
        </w:rPr>
        <w:t xml:space="preserve"> za transakcije troškove nastale korišćenjem poslovne kartice, prema važećim Tarifama , bez prethodnog obaveštenja. </w:t>
      </w:r>
    </w:p>
    <w:p w:rsidR="00BB546D" w:rsidRPr="009D210D" w:rsidRDefault="00BB546D" w:rsidP="009D210D">
      <w:pPr>
        <w:spacing w:after="0"/>
        <w:ind w:left="84" w:right="257"/>
        <w:rPr>
          <w:rFonts w:ascii="Arial Narrow" w:hAnsi="Arial Narrow"/>
          <w:sz w:val="19"/>
          <w:szCs w:val="19"/>
        </w:rPr>
      </w:pPr>
    </w:p>
    <w:p w:rsidR="009918AA" w:rsidRPr="009D210D" w:rsidRDefault="004826DC" w:rsidP="009D210D">
      <w:pPr>
        <w:spacing w:after="0"/>
        <w:ind w:left="84" w:right="257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sz w:val="19"/>
          <w:szCs w:val="19"/>
        </w:rPr>
        <w:t xml:space="preserve">Datim potpisom potpisnik potvrđuje da je </w:t>
      </w:r>
      <w:r w:rsidR="006F7D75" w:rsidRPr="009D210D">
        <w:rPr>
          <w:rFonts w:ascii="Arial Narrow" w:hAnsi="Arial Narrow"/>
          <w:sz w:val="19"/>
          <w:szCs w:val="19"/>
        </w:rPr>
        <w:t xml:space="preserve">upoznat sa svrhom i uslovima prikupljanja i dalje obrade podataka, koji se odnose na identifikaciju potpisnika i da će se isti koristiti u skladu sa odredbama Zakona o zaštiti podataka o ličnosti. </w:t>
      </w:r>
    </w:p>
    <w:p w:rsidR="009918AA" w:rsidRPr="009D210D" w:rsidRDefault="009918AA" w:rsidP="009D210D">
      <w:pPr>
        <w:spacing w:after="0"/>
        <w:ind w:left="84" w:right="257"/>
        <w:rPr>
          <w:rFonts w:ascii="Arial Narrow" w:hAnsi="Arial Narrow"/>
          <w:sz w:val="19"/>
          <w:szCs w:val="19"/>
        </w:rPr>
      </w:pPr>
    </w:p>
    <w:p w:rsidR="004826DC" w:rsidRPr="009D210D" w:rsidRDefault="009918AA" w:rsidP="009D210D">
      <w:pPr>
        <w:spacing w:after="0"/>
        <w:ind w:left="84"/>
        <w:rPr>
          <w:rFonts w:ascii="Arial Narrow" w:hAnsi="Arial Narrow"/>
          <w:sz w:val="19"/>
          <w:szCs w:val="19"/>
        </w:rPr>
      </w:pPr>
      <w:r w:rsidRPr="009D210D">
        <w:rPr>
          <w:rFonts w:ascii="Arial Narrow" w:hAnsi="Arial Narrow"/>
          <w:sz w:val="19"/>
          <w:szCs w:val="19"/>
        </w:rPr>
        <w:t>U Beogradu,</w:t>
      </w:r>
      <w:r w:rsidR="0053659E" w:rsidRPr="009D210D">
        <w:rPr>
          <w:rFonts w:ascii="Arial Narrow" w:hAnsi="Arial Narrow"/>
          <w:sz w:val="19"/>
          <w:szCs w:val="19"/>
        </w:rPr>
        <w:t xml:space="preserve"> </w:t>
      </w:r>
      <w:r w:rsidR="0053659E" w:rsidRPr="009D210D">
        <w:rPr>
          <w:rFonts w:ascii="Arial Narrow" w:hAnsi="Arial Narrow"/>
          <w:sz w:val="19"/>
          <w:szCs w:val="19"/>
          <w:u w:val="single"/>
        </w:rPr>
        <w:t xml:space="preserve"> </w:t>
      </w:r>
      <w:r w:rsidRPr="009D210D">
        <w:rPr>
          <w:rFonts w:ascii="Arial Narrow" w:hAnsi="Arial Narrow"/>
          <w:sz w:val="19"/>
          <w:szCs w:val="19"/>
          <w:u w:val="single"/>
        </w:rPr>
        <w:t xml:space="preserve">  </w:t>
      </w:r>
      <w:r w:rsidR="0053659E" w:rsidRPr="009D210D">
        <w:rPr>
          <w:rFonts w:ascii="Arial Narrow" w:hAnsi="Arial Narrow"/>
          <w:sz w:val="19"/>
          <w:szCs w:val="19"/>
          <w:u w:val="single"/>
        </w:rPr>
        <w:fldChar w:fldCharType="begin">
          <w:ffData>
            <w:name w:val="Text228"/>
            <w:enabled/>
            <w:calcOnExit w:val="0"/>
            <w:textInput/>
          </w:ffData>
        </w:fldChar>
      </w:r>
      <w:bookmarkStart w:id="45" w:name="Text228"/>
      <w:r w:rsidR="0053659E" w:rsidRPr="009D210D">
        <w:rPr>
          <w:rFonts w:ascii="Arial Narrow" w:hAnsi="Arial Narrow"/>
          <w:sz w:val="19"/>
          <w:szCs w:val="19"/>
          <w:u w:val="single"/>
        </w:rPr>
        <w:instrText xml:space="preserve"> FORMTEXT </w:instrText>
      </w:r>
      <w:r w:rsidR="0053659E" w:rsidRPr="009D210D">
        <w:rPr>
          <w:rFonts w:ascii="Arial Narrow" w:hAnsi="Arial Narrow"/>
          <w:sz w:val="19"/>
          <w:szCs w:val="19"/>
          <w:u w:val="single"/>
        </w:rPr>
      </w:r>
      <w:r w:rsidR="0053659E" w:rsidRPr="009D210D">
        <w:rPr>
          <w:rFonts w:ascii="Arial Narrow" w:hAnsi="Arial Narrow"/>
          <w:sz w:val="19"/>
          <w:szCs w:val="19"/>
          <w:u w:val="single"/>
        </w:rPr>
        <w:fldChar w:fldCharType="separate"/>
      </w:r>
      <w:r w:rsidR="0053659E" w:rsidRPr="009D210D">
        <w:rPr>
          <w:rFonts w:ascii="Arial Narrow" w:hAnsi="Arial Narrow"/>
          <w:noProof/>
          <w:sz w:val="19"/>
          <w:szCs w:val="19"/>
          <w:u w:val="single"/>
        </w:rPr>
        <w:t> </w:t>
      </w:r>
      <w:r w:rsidR="0053659E" w:rsidRPr="009D210D">
        <w:rPr>
          <w:rFonts w:ascii="Arial Narrow" w:hAnsi="Arial Narrow"/>
          <w:noProof/>
          <w:sz w:val="19"/>
          <w:szCs w:val="19"/>
          <w:u w:val="single"/>
        </w:rPr>
        <w:t> </w:t>
      </w:r>
      <w:r w:rsidR="0053659E" w:rsidRPr="009D210D">
        <w:rPr>
          <w:rFonts w:ascii="Arial Narrow" w:hAnsi="Arial Narrow"/>
          <w:noProof/>
          <w:sz w:val="19"/>
          <w:szCs w:val="19"/>
          <w:u w:val="single"/>
        </w:rPr>
        <w:t> </w:t>
      </w:r>
      <w:r w:rsidR="0053659E" w:rsidRPr="009D210D">
        <w:rPr>
          <w:rFonts w:ascii="Arial Narrow" w:hAnsi="Arial Narrow"/>
          <w:noProof/>
          <w:sz w:val="19"/>
          <w:szCs w:val="19"/>
          <w:u w:val="single"/>
        </w:rPr>
        <w:t> </w:t>
      </w:r>
      <w:r w:rsidR="0053659E" w:rsidRPr="009D210D">
        <w:rPr>
          <w:rFonts w:ascii="Arial Narrow" w:hAnsi="Arial Narrow"/>
          <w:noProof/>
          <w:sz w:val="19"/>
          <w:szCs w:val="19"/>
          <w:u w:val="single"/>
        </w:rPr>
        <w:t> </w:t>
      </w:r>
      <w:r w:rsidR="0053659E" w:rsidRPr="009D210D">
        <w:rPr>
          <w:rFonts w:ascii="Arial Narrow" w:hAnsi="Arial Narrow"/>
          <w:sz w:val="19"/>
          <w:szCs w:val="19"/>
          <w:u w:val="single"/>
        </w:rPr>
        <w:fldChar w:fldCharType="end"/>
      </w:r>
      <w:bookmarkEnd w:id="45"/>
      <w:r w:rsidRPr="009D210D">
        <w:rPr>
          <w:rFonts w:ascii="Arial Narrow" w:hAnsi="Arial Narrow"/>
          <w:sz w:val="19"/>
          <w:szCs w:val="19"/>
          <w:u w:val="single"/>
        </w:rPr>
        <w:t xml:space="preserve"> </w:t>
      </w:r>
      <w:r w:rsidR="0053659E" w:rsidRPr="009D210D">
        <w:rPr>
          <w:rFonts w:ascii="Arial Narrow" w:hAnsi="Arial Narrow"/>
          <w:sz w:val="19"/>
          <w:szCs w:val="19"/>
          <w:u w:val="single"/>
        </w:rPr>
        <w:t xml:space="preserve"> </w:t>
      </w:r>
      <w:r w:rsidR="006F7D75" w:rsidRPr="009D210D">
        <w:rPr>
          <w:rFonts w:ascii="Arial Narrow" w:hAnsi="Arial Narrow"/>
          <w:sz w:val="19"/>
          <w:szCs w:val="19"/>
        </w:rPr>
        <w:t xml:space="preserve"> </w:t>
      </w:r>
    </w:p>
    <w:p w:rsidR="00D52C33" w:rsidRPr="009D210D" w:rsidRDefault="00D52C33" w:rsidP="00D52C33">
      <w:pPr>
        <w:spacing w:after="0"/>
        <w:rPr>
          <w:rFonts w:ascii="Arial Narrow" w:hAnsi="Arial Narrow"/>
          <w:sz w:val="19"/>
          <w:szCs w:val="19"/>
        </w:rPr>
      </w:pPr>
    </w:p>
    <w:tbl>
      <w:tblPr>
        <w:tblW w:w="4850" w:type="pct"/>
        <w:tblInd w:w="108" w:type="dxa"/>
        <w:tblBorders>
          <w:top w:val="single" w:sz="4" w:space="0" w:color="1F2974"/>
          <w:left w:val="single" w:sz="4" w:space="0" w:color="1F2974"/>
          <w:bottom w:val="single" w:sz="4" w:space="0" w:color="1F2974"/>
          <w:right w:val="single" w:sz="4" w:space="0" w:color="1F2974"/>
          <w:insideH w:val="single" w:sz="4" w:space="0" w:color="1F2974"/>
          <w:insideV w:val="single" w:sz="4" w:space="0" w:color="1F2974"/>
        </w:tblBorders>
        <w:tblLook w:val="04A0" w:firstRow="1" w:lastRow="0" w:firstColumn="1" w:lastColumn="0" w:noHBand="0" w:noVBand="1"/>
      </w:tblPr>
      <w:tblGrid>
        <w:gridCol w:w="3081"/>
        <w:gridCol w:w="3577"/>
        <w:gridCol w:w="3572"/>
      </w:tblGrid>
      <w:tr w:rsidR="009D210D" w:rsidRPr="009D210D" w:rsidTr="009D210D">
        <w:trPr>
          <w:trHeight w:val="454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210D" w:rsidRPr="009D210D" w:rsidRDefault="009D210D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9D210D" w:rsidRPr="009D210D" w:rsidRDefault="009D210D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9D210D" w:rsidRPr="009D210D" w:rsidRDefault="009D210D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  <w:p w:rsidR="009D210D" w:rsidRPr="009D210D" w:rsidRDefault="009D210D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  <w:r w:rsidRPr="009D210D">
              <w:rPr>
                <w:rFonts w:ascii="Arial Narrow" w:hAnsi="Arial Narrow"/>
                <w:sz w:val="19"/>
                <w:szCs w:val="19"/>
              </w:rPr>
              <w:t xml:space="preserve">Potpis lica ovlašćenog za zastupanje: </w:t>
            </w:r>
          </w:p>
        </w:tc>
        <w:tc>
          <w:tcPr>
            <w:tcW w:w="3577" w:type="dxa"/>
            <w:tcBorders>
              <w:top w:val="nil"/>
              <w:left w:val="nil"/>
              <w:bottom w:val="single" w:sz="4" w:space="0" w:color="FF0000"/>
              <w:right w:val="nil"/>
            </w:tcBorders>
            <w:shd w:val="clear" w:color="auto" w:fill="auto"/>
            <w:vAlign w:val="bottom"/>
          </w:tcPr>
          <w:p w:rsidR="009D210D" w:rsidRPr="009D210D" w:rsidRDefault="009D210D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D210D" w:rsidRPr="009D210D" w:rsidRDefault="009D210D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9F27E8" w:rsidRPr="009D210D" w:rsidTr="0031251D">
        <w:trPr>
          <w:trHeight w:val="454"/>
        </w:trPr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27E8" w:rsidRPr="009D210D" w:rsidRDefault="009F27E8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3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27E8" w:rsidRPr="009D210D" w:rsidRDefault="009F27E8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27E8" w:rsidRPr="009D210D" w:rsidRDefault="009F27E8" w:rsidP="000E6BDF">
            <w:pPr>
              <w:spacing w:after="0" w:line="240" w:lineRule="auto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:rsidR="00E14B70" w:rsidRPr="009D210D" w:rsidRDefault="00E14B70" w:rsidP="00E14B70">
      <w:pPr>
        <w:rPr>
          <w:rFonts w:ascii="Arial Narrow" w:hAnsi="Arial Narrow"/>
          <w:b/>
          <w:sz w:val="19"/>
          <w:szCs w:val="19"/>
        </w:rPr>
      </w:pPr>
    </w:p>
    <w:sectPr w:rsidR="00E14B70" w:rsidRPr="009D210D" w:rsidSect="00CC71A0">
      <w:headerReference w:type="default" r:id="rId8"/>
      <w:footerReference w:type="default" r:id="rId9"/>
      <w:headerReference w:type="first" r:id="rId10"/>
      <w:pgSz w:w="11906" w:h="16838" w:code="9"/>
      <w:pgMar w:top="408" w:right="680" w:bottom="567" w:left="680" w:header="567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15E" w:rsidRDefault="0078615E" w:rsidP="002B5616">
      <w:pPr>
        <w:spacing w:after="0" w:line="240" w:lineRule="auto"/>
      </w:pPr>
      <w:r>
        <w:separator/>
      </w:r>
    </w:p>
  </w:endnote>
  <w:endnote w:type="continuationSeparator" w:id="0">
    <w:p w:rsidR="0078615E" w:rsidRDefault="0078615E" w:rsidP="002B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10D" w:rsidRPr="00EF3776" w:rsidRDefault="009D210D" w:rsidP="00EF3776">
    <w:pPr>
      <w:pStyle w:val="Footer"/>
      <w:rPr>
        <w:sz w:val="16"/>
        <w:szCs w:val="16"/>
      </w:rPr>
    </w:pPr>
  </w:p>
  <w:tbl>
    <w:tblPr>
      <w:tblW w:w="4915" w:type="pct"/>
      <w:tblBorders>
        <w:top w:val="single" w:sz="12" w:space="0" w:color="FF0000"/>
      </w:tblBorders>
      <w:tblLook w:val="04A0" w:firstRow="1" w:lastRow="0" w:firstColumn="1" w:lastColumn="0" w:noHBand="0" w:noVBand="1"/>
    </w:tblPr>
    <w:tblGrid>
      <w:gridCol w:w="4143"/>
      <w:gridCol w:w="3765"/>
      <w:gridCol w:w="2459"/>
    </w:tblGrid>
    <w:tr w:rsidR="009D210D" w:rsidRPr="00094675" w:rsidTr="009D210D">
      <w:tc>
        <w:tcPr>
          <w:tcW w:w="4219" w:type="dxa"/>
          <w:tcBorders>
            <w:top w:val="single" w:sz="12" w:space="0" w:color="FF0000"/>
            <w:left w:val="nil"/>
            <w:bottom w:val="nil"/>
            <w:right w:val="nil"/>
          </w:tcBorders>
          <w:shd w:val="clear" w:color="auto" w:fill="auto"/>
          <w:hideMark/>
        </w:tcPr>
        <w:p w:rsidR="009D210D" w:rsidRPr="00094675" w:rsidRDefault="009D210D" w:rsidP="009D210D">
          <w:pPr>
            <w:pStyle w:val="Footer"/>
            <w:spacing w:before="120"/>
            <w:rPr>
              <w:rFonts w:ascii="Arial" w:hAnsi="Arial" w:cs="Arial"/>
              <w:color w:val="171717"/>
              <w:sz w:val="18"/>
              <w:szCs w:val="18"/>
            </w:rPr>
          </w:pPr>
          <w:bookmarkStart w:id="47" w:name="_Hlk35466310"/>
          <w:r w:rsidRPr="00094675">
            <w:rPr>
              <w:rFonts w:ascii="Arial" w:hAnsi="Arial" w:cs="Arial"/>
              <w:color w:val="171717"/>
              <w:sz w:val="18"/>
              <w:szCs w:val="18"/>
            </w:rPr>
            <w:t>ALTA banka a.d. Beograd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Bulevar Zorana Đinđića 121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11070 Novi Beograd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Poštanski fah 59</w:t>
          </w:r>
        </w:p>
      </w:tc>
      <w:tc>
        <w:tcPr>
          <w:tcW w:w="3827" w:type="dxa"/>
          <w:tcBorders>
            <w:top w:val="single" w:sz="12" w:space="0" w:color="FF0000"/>
            <w:left w:val="nil"/>
            <w:bottom w:val="nil"/>
            <w:right w:val="nil"/>
          </w:tcBorders>
          <w:shd w:val="clear" w:color="auto" w:fill="auto"/>
          <w:hideMark/>
        </w:tcPr>
        <w:p w:rsidR="009D210D" w:rsidRPr="00094675" w:rsidRDefault="009D210D" w:rsidP="009D210D">
          <w:pPr>
            <w:pStyle w:val="Footer"/>
            <w:spacing w:before="120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PAK 190347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SWIFT JMBNRSBG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Matični broj: 07074433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PIB: 100001829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Tekući račun: 908-19001-11</w:t>
          </w:r>
        </w:p>
      </w:tc>
      <w:tc>
        <w:tcPr>
          <w:tcW w:w="2478" w:type="dxa"/>
          <w:tcBorders>
            <w:top w:val="single" w:sz="12" w:space="0" w:color="FF0000"/>
            <w:left w:val="nil"/>
            <w:bottom w:val="nil"/>
            <w:right w:val="nil"/>
          </w:tcBorders>
          <w:shd w:val="clear" w:color="auto" w:fill="auto"/>
          <w:hideMark/>
        </w:tcPr>
        <w:p w:rsidR="009D210D" w:rsidRPr="00094675" w:rsidRDefault="009D210D" w:rsidP="009D210D">
          <w:pPr>
            <w:pStyle w:val="Footer"/>
            <w:spacing w:before="120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Tel: +381 11 22 05 500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Faks: +381 11 31 10 217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FF0000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 xml:space="preserve">E-mail: </w:t>
          </w:r>
          <w:r w:rsidRPr="00094675">
            <w:rPr>
              <w:rFonts w:ascii="Arial" w:hAnsi="Arial" w:cs="Arial"/>
              <w:color w:val="FF0000"/>
              <w:sz w:val="18"/>
              <w:szCs w:val="18"/>
            </w:rPr>
            <w:t>info@altabanka.rs</w:t>
          </w:r>
        </w:p>
        <w:p w:rsidR="009D210D" w:rsidRPr="00094675" w:rsidRDefault="009D210D" w:rsidP="009D210D">
          <w:pPr>
            <w:pStyle w:val="Footer"/>
            <w:rPr>
              <w:rFonts w:ascii="Arial" w:hAnsi="Arial" w:cs="Arial"/>
              <w:color w:val="171717"/>
              <w:sz w:val="18"/>
              <w:szCs w:val="18"/>
            </w:rPr>
          </w:pPr>
          <w:r w:rsidRPr="00094675">
            <w:rPr>
              <w:rFonts w:ascii="Arial" w:hAnsi="Arial" w:cs="Arial"/>
              <w:color w:val="171717"/>
              <w:sz w:val="18"/>
              <w:szCs w:val="18"/>
            </w:rPr>
            <w:t>www.altabanka.rs</w:t>
          </w:r>
        </w:p>
      </w:tc>
    </w:tr>
    <w:bookmarkEnd w:id="47"/>
  </w:tbl>
  <w:p w:rsidR="009D210D" w:rsidRPr="00EF3776" w:rsidRDefault="009D210D" w:rsidP="00EF3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15E" w:rsidRDefault="0078615E" w:rsidP="002B5616">
      <w:pPr>
        <w:spacing w:after="0" w:line="240" w:lineRule="auto"/>
      </w:pPr>
      <w:r>
        <w:separator/>
      </w:r>
    </w:p>
  </w:footnote>
  <w:footnote w:type="continuationSeparator" w:id="0">
    <w:p w:rsidR="0078615E" w:rsidRDefault="0078615E" w:rsidP="002B5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50" w:type="pct"/>
      <w:tblInd w:w="66" w:type="dxa"/>
      <w:tblBorders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  <w:insideH w:val="single" w:sz="12" w:space="0" w:color="FF0000"/>
        <w:insideV w:val="single" w:sz="12" w:space="0" w:color="FF0000"/>
      </w:tblBorders>
      <w:tblLayout w:type="fixed"/>
      <w:tblCellMar>
        <w:left w:w="80" w:type="dxa"/>
        <w:right w:w="80" w:type="dxa"/>
      </w:tblCellMar>
      <w:tblLook w:val="04A0" w:firstRow="1" w:lastRow="0" w:firstColumn="1" w:lastColumn="0" w:noHBand="0" w:noVBand="1"/>
    </w:tblPr>
    <w:tblGrid>
      <w:gridCol w:w="4293"/>
      <w:gridCol w:w="1974"/>
      <w:gridCol w:w="1974"/>
      <w:gridCol w:w="1974"/>
    </w:tblGrid>
    <w:tr w:rsidR="009D210D" w:rsidTr="009D210D">
      <w:trPr>
        <w:cantSplit/>
        <w:trHeight w:val="902"/>
      </w:trPr>
      <w:tc>
        <w:tcPr>
          <w:tcW w:w="4293" w:type="dxa"/>
          <w:vMerge w:val="restart"/>
          <w:tcBorders>
            <w:top w:val="nil"/>
            <w:left w:val="nil"/>
            <w:bottom w:val="nil"/>
            <w:right w:val="single" w:sz="12" w:space="0" w:color="595959"/>
          </w:tcBorders>
          <w:vAlign w:val="center"/>
          <w:hideMark/>
        </w:tcPr>
        <w:p w:rsidR="009D210D" w:rsidRDefault="009D210D" w:rsidP="009D210D">
          <w:pPr>
            <w:spacing w:after="0" w:line="240" w:lineRule="auto"/>
            <w:ind w:left="-79"/>
            <w:rPr>
              <w:rFonts w:ascii="Arial" w:hAnsi="Arial" w:cs="Arial"/>
              <w:sz w:val="21"/>
              <w:szCs w:val="21"/>
              <w:lang w:val="sr-Latn-CS"/>
            </w:rPr>
          </w:pPr>
          <w:bookmarkStart w:id="46" w:name="_Hlk35465808"/>
          <w:r>
            <w:rPr>
              <w:rFonts w:ascii="Arial" w:hAnsi="Arial" w:cs="Arial"/>
              <w:noProof/>
              <w:sz w:val="21"/>
              <w:szCs w:val="21"/>
              <w:lang w:eastAsia="sr-Latn-RS"/>
            </w:rPr>
            <w:drawing>
              <wp:inline distT="0" distB="0" distL="0" distR="0" wp14:anchorId="5BDFDDA8" wp14:editId="36476DD8">
                <wp:extent cx="2638425" cy="8382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38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22" w:type="dxa"/>
          <w:gridSpan w:val="3"/>
          <w:tcBorders>
            <w:top w:val="single" w:sz="12" w:space="0" w:color="595959"/>
            <w:left w:val="single" w:sz="12" w:space="0" w:color="595959"/>
            <w:bottom w:val="single" w:sz="12" w:space="0" w:color="595959"/>
            <w:right w:val="single" w:sz="12" w:space="0" w:color="595959"/>
          </w:tcBorders>
          <w:vAlign w:val="center"/>
          <w:hideMark/>
        </w:tcPr>
        <w:p w:rsidR="009D210D" w:rsidRDefault="009D210D" w:rsidP="009F27E8">
          <w:pPr>
            <w:spacing w:after="0" w:line="240" w:lineRule="auto"/>
            <w:jc w:val="center"/>
            <w:rPr>
              <w:rFonts w:ascii="Arial" w:hAnsi="Arial" w:cs="Arial"/>
              <w:b/>
              <w:sz w:val="28"/>
              <w:szCs w:val="28"/>
              <w:lang w:val="sr-Latn-CS"/>
            </w:rPr>
          </w:pPr>
          <w:r w:rsidRPr="009D210D">
            <w:rPr>
              <w:rFonts w:ascii="Arial" w:hAnsi="Arial" w:cs="Arial"/>
              <w:b/>
              <w:sz w:val="28"/>
              <w:szCs w:val="28"/>
              <w:lang w:val="sr-Latn-CS"/>
            </w:rPr>
            <w:t>Zahtev za izdavanje debitne poslovne kartice</w:t>
          </w:r>
          <w:r w:rsidR="009F27E8">
            <w:rPr>
              <w:rFonts w:ascii="Arial" w:hAnsi="Arial" w:cs="Arial"/>
              <w:b/>
              <w:sz w:val="28"/>
              <w:szCs w:val="28"/>
              <w:lang w:val="sr-Latn-CS"/>
            </w:rPr>
            <w:t xml:space="preserve"> ALTA</w:t>
          </w:r>
          <w:r w:rsidRPr="009D210D">
            <w:rPr>
              <w:rFonts w:ascii="Arial" w:hAnsi="Arial" w:cs="Arial"/>
              <w:b/>
              <w:sz w:val="28"/>
              <w:szCs w:val="28"/>
              <w:lang w:val="sr-Latn-CS"/>
            </w:rPr>
            <w:t xml:space="preserve"> banke a.d. Beograd</w:t>
          </w:r>
        </w:p>
      </w:tc>
    </w:tr>
    <w:tr w:rsidR="009D210D" w:rsidTr="009D210D">
      <w:trPr>
        <w:cantSplit/>
        <w:trHeight w:val="454"/>
      </w:trPr>
      <w:tc>
        <w:tcPr>
          <w:tcW w:w="4293" w:type="dxa"/>
          <w:vMerge/>
          <w:tcBorders>
            <w:top w:val="nil"/>
            <w:left w:val="nil"/>
            <w:bottom w:val="nil"/>
            <w:right w:val="single" w:sz="12" w:space="0" w:color="595959"/>
          </w:tcBorders>
          <w:vAlign w:val="center"/>
          <w:hideMark/>
        </w:tcPr>
        <w:p w:rsidR="009D210D" w:rsidRDefault="009D210D" w:rsidP="009D210D">
          <w:pPr>
            <w:spacing w:after="0"/>
            <w:rPr>
              <w:rFonts w:ascii="Arial" w:hAnsi="Arial" w:cs="Arial"/>
              <w:sz w:val="21"/>
              <w:szCs w:val="21"/>
              <w:lang w:val="sr-Latn-CS"/>
            </w:rPr>
          </w:pPr>
        </w:p>
      </w:tc>
      <w:tc>
        <w:tcPr>
          <w:tcW w:w="1974" w:type="dxa"/>
          <w:tcBorders>
            <w:top w:val="single" w:sz="12" w:space="0" w:color="595959"/>
            <w:left w:val="single" w:sz="12" w:space="0" w:color="595959"/>
            <w:bottom w:val="single" w:sz="12" w:space="0" w:color="595959"/>
            <w:right w:val="single" w:sz="12" w:space="0" w:color="595959"/>
          </w:tcBorders>
          <w:vAlign w:val="center"/>
          <w:hideMark/>
        </w:tcPr>
        <w:p w:rsidR="009D210D" w:rsidRDefault="009D210D" w:rsidP="009D210D">
          <w:pPr>
            <w:spacing w:after="0" w:line="240" w:lineRule="auto"/>
            <w:jc w:val="center"/>
            <w:rPr>
              <w:rFonts w:ascii="Arial" w:hAnsi="Arial" w:cs="Arial"/>
              <w:sz w:val="20"/>
              <w:lang w:val="sr-Latn-CS"/>
            </w:rPr>
          </w:pPr>
          <w:r>
            <w:rPr>
              <w:rFonts w:ascii="Arial" w:hAnsi="Arial" w:cs="Arial"/>
              <w:sz w:val="20"/>
              <w:lang w:val="sr-Latn-CS"/>
            </w:rPr>
            <w:t>Šifra: OBR-241</w:t>
          </w:r>
        </w:p>
      </w:tc>
      <w:tc>
        <w:tcPr>
          <w:tcW w:w="1974" w:type="dxa"/>
          <w:tcBorders>
            <w:top w:val="single" w:sz="12" w:space="0" w:color="595959"/>
            <w:left w:val="single" w:sz="12" w:space="0" w:color="595959"/>
            <w:bottom w:val="single" w:sz="12" w:space="0" w:color="595959"/>
            <w:right w:val="single" w:sz="12" w:space="0" w:color="595959"/>
          </w:tcBorders>
          <w:vAlign w:val="center"/>
          <w:hideMark/>
        </w:tcPr>
        <w:p w:rsidR="009D210D" w:rsidRDefault="009D210D" w:rsidP="009D210D">
          <w:pPr>
            <w:spacing w:after="0" w:line="240" w:lineRule="auto"/>
            <w:jc w:val="center"/>
            <w:rPr>
              <w:rFonts w:ascii="Arial" w:hAnsi="Arial" w:cs="Arial"/>
              <w:sz w:val="20"/>
              <w:lang w:val="sr-Latn-CS"/>
            </w:rPr>
          </w:pPr>
          <w:r>
            <w:rPr>
              <w:rFonts w:ascii="Arial" w:hAnsi="Arial" w:cs="Arial"/>
              <w:sz w:val="20"/>
              <w:lang w:val="sr-Latn-CS"/>
            </w:rPr>
            <w:t xml:space="preserve">Verzija: </w:t>
          </w:r>
          <w:r w:rsidR="00A36A11">
            <w:rPr>
              <w:rFonts w:ascii="Arial" w:hAnsi="Arial" w:cs="Arial"/>
              <w:sz w:val="20"/>
              <w:lang w:val="sr-Latn-CS"/>
            </w:rPr>
            <w:t>2</w:t>
          </w:r>
        </w:p>
      </w:tc>
      <w:tc>
        <w:tcPr>
          <w:tcW w:w="1974" w:type="dxa"/>
          <w:tcBorders>
            <w:top w:val="single" w:sz="12" w:space="0" w:color="595959"/>
            <w:left w:val="single" w:sz="12" w:space="0" w:color="595959"/>
            <w:bottom w:val="single" w:sz="12" w:space="0" w:color="595959"/>
            <w:right w:val="single" w:sz="12" w:space="0" w:color="595959"/>
          </w:tcBorders>
          <w:vAlign w:val="center"/>
          <w:hideMark/>
        </w:tcPr>
        <w:p w:rsidR="009D210D" w:rsidRDefault="009D210D" w:rsidP="009D210D">
          <w:pPr>
            <w:spacing w:after="0" w:line="240" w:lineRule="auto"/>
            <w:jc w:val="center"/>
            <w:rPr>
              <w:rFonts w:ascii="Arial" w:hAnsi="Arial" w:cs="Arial"/>
              <w:b/>
              <w:sz w:val="28"/>
              <w:szCs w:val="28"/>
              <w:lang w:val="sr-Latn-CS"/>
            </w:rPr>
          </w:pPr>
          <w:r>
            <w:rPr>
              <w:rFonts w:ascii="Arial" w:hAnsi="Arial" w:cs="Arial"/>
              <w:sz w:val="20"/>
              <w:lang w:val="sr-Latn-CS"/>
            </w:rPr>
            <w:t xml:space="preserve">Strana: </w:t>
          </w:r>
          <w:r>
            <w:rPr>
              <w:rStyle w:val="PageNumber"/>
              <w:rFonts w:ascii="Arial" w:hAnsi="Arial" w:cs="Arial"/>
              <w:sz w:val="20"/>
            </w:rPr>
            <w:fldChar w:fldCharType="begin"/>
          </w:r>
          <w:r>
            <w:rPr>
              <w:rStyle w:val="PageNumber"/>
              <w:rFonts w:ascii="Arial" w:hAnsi="Arial" w:cs="Arial"/>
              <w:sz w:val="20"/>
            </w:rPr>
            <w:instrText xml:space="preserve"> PAGE  </w:instrText>
          </w:r>
          <w:r>
            <w:rPr>
              <w:rStyle w:val="PageNumber"/>
              <w:rFonts w:ascii="Arial" w:hAnsi="Arial" w:cs="Arial"/>
              <w:sz w:val="20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20"/>
            </w:rPr>
            <w:t>1</w:t>
          </w:r>
          <w:r>
            <w:rPr>
              <w:rStyle w:val="PageNumber"/>
              <w:rFonts w:ascii="Arial" w:hAnsi="Arial" w:cs="Arial"/>
              <w:sz w:val="20"/>
            </w:rPr>
            <w:fldChar w:fldCharType="end"/>
          </w:r>
          <w:r>
            <w:rPr>
              <w:rStyle w:val="PageNumber"/>
              <w:rFonts w:ascii="Arial" w:hAnsi="Arial" w:cs="Arial"/>
              <w:sz w:val="20"/>
            </w:rPr>
            <w:t>/</w:t>
          </w:r>
          <w:r>
            <w:rPr>
              <w:rStyle w:val="PageNumber"/>
              <w:rFonts w:ascii="Arial" w:hAnsi="Arial" w:cs="Arial"/>
              <w:sz w:val="20"/>
            </w:rPr>
            <w:fldChar w:fldCharType="begin"/>
          </w:r>
          <w:r>
            <w:rPr>
              <w:rStyle w:val="PageNumber"/>
              <w:rFonts w:ascii="Arial" w:hAnsi="Arial" w:cs="Arial"/>
              <w:sz w:val="20"/>
            </w:rPr>
            <w:instrText xml:space="preserve"> NUMPAGES  </w:instrText>
          </w:r>
          <w:r>
            <w:rPr>
              <w:rStyle w:val="PageNumber"/>
              <w:rFonts w:ascii="Arial" w:hAnsi="Arial" w:cs="Arial"/>
              <w:sz w:val="20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20"/>
            </w:rPr>
            <w:t>1</w:t>
          </w:r>
          <w:r>
            <w:rPr>
              <w:rStyle w:val="PageNumber"/>
              <w:rFonts w:ascii="Arial" w:hAnsi="Arial" w:cs="Arial"/>
              <w:sz w:val="20"/>
            </w:rPr>
            <w:fldChar w:fldCharType="end"/>
          </w:r>
        </w:p>
      </w:tc>
    </w:tr>
    <w:bookmarkEnd w:id="46"/>
  </w:tbl>
  <w:p w:rsidR="009D210D" w:rsidRDefault="009D210D" w:rsidP="00E14B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50" w:type="pct"/>
      <w:tblInd w:w="150" w:type="dxa"/>
      <w:tblBorders>
        <w:top w:val="single" w:sz="12" w:space="0" w:color="1F2974"/>
        <w:left w:val="single" w:sz="12" w:space="0" w:color="1F2974"/>
        <w:bottom w:val="single" w:sz="12" w:space="0" w:color="1F2974"/>
        <w:right w:val="single" w:sz="12" w:space="0" w:color="1F2974"/>
        <w:insideH w:val="single" w:sz="2" w:space="0" w:color="1F2974"/>
        <w:insideV w:val="single" w:sz="2" w:space="0" w:color="1F2974"/>
      </w:tblBorders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3484"/>
      <w:gridCol w:w="2239"/>
      <w:gridCol w:w="2239"/>
      <w:gridCol w:w="2239"/>
    </w:tblGrid>
    <w:tr w:rsidR="009D210D" w:rsidRPr="000E6BDF" w:rsidTr="007D2FE2">
      <w:trPr>
        <w:cantSplit/>
        <w:trHeight w:val="902"/>
      </w:trPr>
      <w:tc>
        <w:tcPr>
          <w:tcW w:w="3530" w:type="dxa"/>
          <w:vMerge w:val="restart"/>
        </w:tcPr>
        <w:p w:rsidR="009D210D" w:rsidRPr="000E6BDF" w:rsidRDefault="009D210D" w:rsidP="007D2FE2">
          <w:pPr>
            <w:spacing w:after="0" w:line="240" w:lineRule="auto"/>
            <w:ind w:left="-79"/>
            <w:jc w:val="right"/>
            <w:rPr>
              <w:rFonts w:ascii="Arial" w:hAnsi="Arial" w:cs="Arial"/>
              <w:sz w:val="21"/>
              <w:szCs w:val="21"/>
              <w:lang w:val="sr-Latn-CS"/>
            </w:rPr>
          </w:pPr>
          <w:r>
            <w:rPr>
              <w:noProof/>
              <w:lang w:eastAsia="sr-Latn-RS"/>
            </w:rPr>
            <w:drawing>
              <wp:anchor distT="0" distB="0" distL="114300" distR="114300" simplePos="0" relativeHeight="251658240" behindDoc="0" locked="0" layoutInCell="1" allowOverlap="1" wp14:anchorId="3BA5C866" wp14:editId="6205D72E">
                <wp:simplePos x="0" y="0"/>
                <wp:positionH relativeFrom="column">
                  <wp:posOffset>387985</wp:posOffset>
                </wp:positionH>
                <wp:positionV relativeFrom="paragraph">
                  <wp:posOffset>335280</wp:posOffset>
                </wp:positionV>
                <wp:extent cx="1781175" cy="466725"/>
                <wp:effectExtent l="0" t="0" r="9525" b="9525"/>
                <wp:wrapNone/>
                <wp:docPr id="2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E6BDF">
            <w:rPr>
              <w:rFonts w:ascii="Arial" w:hAnsi="Arial" w:cs="Arial"/>
              <w:noProof/>
              <w:sz w:val="21"/>
              <w:szCs w:val="21"/>
              <w:lang w:eastAsia="sr-Latn-RS"/>
            </w:rPr>
            <w:br/>
          </w:r>
          <w:r>
            <w:rPr>
              <w:noProof/>
              <w:lang w:eastAsia="sr-Latn-RS"/>
            </w:rPr>
            <w:drawing>
              <wp:anchor distT="0" distB="0" distL="114300" distR="114300" simplePos="0" relativeHeight="251656192" behindDoc="0" locked="0" layoutInCell="1" allowOverlap="1" wp14:anchorId="151CEFA8" wp14:editId="1222C1BF">
                <wp:simplePos x="0" y="0"/>
                <wp:positionH relativeFrom="column">
                  <wp:posOffset>-2540</wp:posOffset>
                </wp:positionH>
                <wp:positionV relativeFrom="paragraph">
                  <wp:posOffset>57150</wp:posOffset>
                </wp:positionV>
                <wp:extent cx="2124075" cy="352425"/>
                <wp:effectExtent l="0" t="0" r="9525" b="9525"/>
                <wp:wrapNone/>
                <wp:docPr id="24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40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1" w:type="dxa"/>
          <w:gridSpan w:val="3"/>
          <w:vAlign w:val="center"/>
        </w:tcPr>
        <w:p w:rsidR="009D210D" w:rsidRPr="000E6BDF" w:rsidRDefault="009D210D" w:rsidP="007D2FE2">
          <w:pPr>
            <w:spacing w:after="0" w:line="240" w:lineRule="auto"/>
            <w:jc w:val="center"/>
            <w:rPr>
              <w:rFonts w:ascii="Arial" w:hAnsi="Arial" w:cs="Arial"/>
              <w:b/>
              <w:color w:val="1F2974"/>
              <w:sz w:val="28"/>
              <w:szCs w:val="28"/>
              <w:lang w:val="sr-Latn-CS"/>
            </w:rPr>
          </w:pPr>
          <w:r w:rsidRPr="000E6BDF">
            <w:rPr>
              <w:rFonts w:ascii="Arial" w:hAnsi="Arial" w:cs="Arial"/>
              <w:b/>
              <w:color w:val="1F2974"/>
              <w:sz w:val="28"/>
              <w:szCs w:val="28"/>
              <w:lang w:val="sr-Latn-CS"/>
            </w:rPr>
            <w:t>Zahtev za kreditnu karticu</w:t>
          </w:r>
        </w:p>
      </w:tc>
    </w:tr>
    <w:tr w:rsidR="009D210D" w:rsidRPr="000E6BDF" w:rsidTr="007D2FE2">
      <w:trPr>
        <w:cantSplit/>
        <w:trHeight w:val="227"/>
      </w:trPr>
      <w:tc>
        <w:tcPr>
          <w:tcW w:w="3530" w:type="dxa"/>
          <w:vMerge/>
          <w:vAlign w:val="center"/>
        </w:tcPr>
        <w:p w:rsidR="009D210D" w:rsidRPr="000E6BDF" w:rsidRDefault="009D210D" w:rsidP="007D2FE2">
          <w:pPr>
            <w:spacing w:after="0"/>
            <w:jc w:val="center"/>
            <w:rPr>
              <w:rFonts w:ascii="Arial" w:hAnsi="Arial" w:cs="Arial"/>
              <w:lang w:val="sr-Latn-CS"/>
            </w:rPr>
          </w:pPr>
        </w:p>
      </w:tc>
      <w:tc>
        <w:tcPr>
          <w:tcW w:w="2267" w:type="dxa"/>
          <w:vAlign w:val="center"/>
        </w:tcPr>
        <w:p w:rsidR="009D210D" w:rsidRPr="000E6BDF" w:rsidRDefault="009D210D" w:rsidP="009D3C9C">
          <w:pPr>
            <w:spacing w:before="120" w:after="0"/>
            <w:jc w:val="center"/>
            <w:rPr>
              <w:rFonts w:ascii="Arial" w:hAnsi="Arial" w:cs="Arial"/>
              <w:color w:val="1F2974"/>
              <w:sz w:val="20"/>
              <w:lang w:val="sr-Latn-CS"/>
            </w:rPr>
          </w:pPr>
          <w:r w:rsidRPr="000E6BDF">
            <w:rPr>
              <w:rFonts w:ascii="Arial" w:hAnsi="Arial" w:cs="Arial"/>
              <w:color w:val="1F2974"/>
              <w:sz w:val="20"/>
              <w:lang w:val="sr-Latn-CS"/>
            </w:rPr>
            <w:t>Šifra: OBR-060</w:t>
          </w:r>
        </w:p>
      </w:tc>
      <w:tc>
        <w:tcPr>
          <w:tcW w:w="2267" w:type="dxa"/>
          <w:vAlign w:val="center"/>
        </w:tcPr>
        <w:p w:rsidR="009D210D" w:rsidRPr="000E6BDF" w:rsidRDefault="009D210D" w:rsidP="007D2FE2">
          <w:pPr>
            <w:spacing w:before="120" w:after="0"/>
            <w:jc w:val="center"/>
            <w:rPr>
              <w:rFonts w:ascii="Arial" w:hAnsi="Arial" w:cs="Arial"/>
              <w:color w:val="1F2974"/>
              <w:sz w:val="20"/>
              <w:lang w:val="sr-Latn-CS"/>
            </w:rPr>
          </w:pPr>
          <w:r w:rsidRPr="000E6BDF">
            <w:rPr>
              <w:rFonts w:ascii="Arial" w:hAnsi="Arial" w:cs="Arial"/>
              <w:color w:val="1F2974"/>
              <w:sz w:val="20"/>
              <w:lang w:val="sr-Latn-CS"/>
            </w:rPr>
            <w:t>Verzija: 2</w:t>
          </w:r>
        </w:p>
      </w:tc>
      <w:tc>
        <w:tcPr>
          <w:tcW w:w="2267" w:type="dxa"/>
          <w:vAlign w:val="center"/>
        </w:tcPr>
        <w:p w:rsidR="009D210D" w:rsidRPr="000E6BDF" w:rsidRDefault="009D210D" w:rsidP="007D2FE2">
          <w:pPr>
            <w:spacing w:before="120" w:after="0"/>
            <w:jc w:val="center"/>
            <w:rPr>
              <w:rFonts w:ascii="Arial" w:hAnsi="Arial" w:cs="Arial"/>
              <w:color w:val="1F2974"/>
              <w:sz w:val="20"/>
              <w:lang w:val="sr-Latn-CS"/>
            </w:rPr>
          </w:pPr>
          <w:r w:rsidRPr="000E6BDF">
            <w:rPr>
              <w:rFonts w:ascii="Arial" w:hAnsi="Arial" w:cs="Arial"/>
              <w:color w:val="1F2974"/>
              <w:sz w:val="20"/>
              <w:lang w:val="sr-Latn-CS"/>
            </w:rPr>
            <w:t xml:space="preserve">Strana: </w:t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fldChar w:fldCharType="begin"/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instrText xml:space="preserve"> PAGE  </w:instrText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fldChar w:fldCharType="separate"/>
          </w:r>
          <w:r w:rsidRPr="000E6BDF">
            <w:rPr>
              <w:rStyle w:val="PageNumber"/>
              <w:rFonts w:ascii="Arial" w:hAnsi="Arial" w:cs="Arial"/>
              <w:noProof/>
              <w:color w:val="1F2974"/>
              <w:sz w:val="20"/>
            </w:rPr>
            <w:t>1</w:t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fldChar w:fldCharType="end"/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t>/</w:t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fldChar w:fldCharType="begin"/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instrText xml:space="preserve"> NUMPAGES  </w:instrText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color w:val="1F2974"/>
              <w:sz w:val="20"/>
            </w:rPr>
            <w:t>3</w:t>
          </w:r>
          <w:r w:rsidRPr="000E6BDF">
            <w:rPr>
              <w:rStyle w:val="PageNumber"/>
              <w:rFonts w:ascii="Arial" w:hAnsi="Arial" w:cs="Arial"/>
              <w:color w:val="1F2974"/>
              <w:sz w:val="20"/>
            </w:rPr>
            <w:fldChar w:fldCharType="end"/>
          </w:r>
        </w:p>
      </w:tc>
    </w:tr>
  </w:tbl>
  <w:p w:rsidR="009D210D" w:rsidRDefault="009D21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827CF"/>
    <w:multiLevelType w:val="hybridMultilevel"/>
    <w:tmpl w:val="FBE4EF82"/>
    <w:lvl w:ilvl="0" w:tplc="751652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038FE"/>
    <w:multiLevelType w:val="hybridMultilevel"/>
    <w:tmpl w:val="4E02225A"/>
    <w:lvl w:ilvl="0" w:tplc="751652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B1D58"/>
    <w:multiLevelType w:val="hybridMultilevel"/>
    <w:tmpl w:val="C03C5E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96E89"/>
    <w:multiLevelType w:val="hybridMultilevel"/>
    <w:tmpl w:val="1220CBA8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D030B"/>
    <w:multiLevelType w:val="hybridMultilevel"/>
    <w:tmpl w:val="B2D083F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E53D5"/>
    <w:multiLevelType w:val="hybridMultilevel"/>
    <w:tmpl w:val="20187A6C"/>
    <w:lvl w:ilvl="0" w:tplc="2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D42A4"/>
    <w:multiLevelType w:val="hybridMultilevel"/>
    <w:tmpl w:val="55645846"/>
    <w:lvl w:ilvl="0" w:tplc="07F6AB6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D48F7"/>
    <w:multiLevelType w:val="hybridMultilevel"/>
    <w:tmpl w:val="29FC2558"/>
    <w:lvl w:ilvl="0" w:tplc="DF381934">
      <w:start w:val="1"/>
      <w:numFmt w:val="upperLetter"/>
      <w:lvlText w:val="%1)"/>
      <w:lvlJc w:val="left"/>
      <w:pPr>
        <w:ind w:left="42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3" w:hanging="360"/>
      </w:pPr>
    </w:lvl>
    <w:lvl w:ilvl="2" w:tplc="241A001B" w:tentative="1">
      <w:start w:val="1"/>
      <w:numFmt w:val="lowerRoman"/>
      <w:lvlText w:val="%3."/>
      <w:lvlJc w:val="right"/>
      <w:pPr>
        <w:ind w:left="1863" w:hanging="180"/>
      </w:pPr>
    </w:lvl>
    <w:lvl w:ilvl="3" w:tplc="241A000F" w:tentative="1">
      <w:start w:val="1"/>
      <w:numFmt w:val="decimal"/>
      <w:lvlText w:val="%4."/>
      <w:lvlJc w:val="left"/>
      <w:pPr>
        <w:ind w:left="2583" w:hanging="360"/>
      </w:pPr>
    </w:lvl>
    <w:lvl w:ilvl="4" w:tplc="241A0019" w:tentative="1">
      <w:start w:val="1"/>
      <w:numFmt w:val="lowerLetter"/>
      <w:lvlText w:val="%5."/>
      <w:lvlJc w:val="left"/>
      <w:pPr>
        <w:ind w:left="3303" w:hanging="360"/>
      </w:pPr>
    </w:lvl>
    <w:lvl w:ilvl="5" w:tplc="241A001B" w:tentative="1">
      <w:start w:val="1"/>
      <w:numFmt w:val="lowerRoman"/>
      <w:lvlText w:val="%6."/>
      <w:lvlJc w:val="right"/>
      <w:pPr>
        <w:ind w:left="4023" w:hanging="180"/>
      </w:pPr>
    </w:lvl>
    <w:lvl w:ilvl="6" w:tplc="241A000F" w:tentative="1">
      <w:start w:val="1"/>
      <w:numFmt w:val="decimal"/>
      <w:lvlText w:val="%7."/>
      <w:lvlJc w:val="left"/>
      <w:pPr>
        <w:ind w:left="4743" w:hanging="360"/>
      </w:pPr>
    </w:lvl>
    <w:lvl w:ilvl="7" w:tplc="241A0019" w:tentative="1">
      <w:start w:val="1"/>
      <w:numFmt w:val="lowerLetter"/>
      <w:lvlText w:val="%8."/>
      <w:lvlJc w:val="left"/>
      <w:pPr>
        <w:ind w:left="5463" w:hanging="360"/>
      </w:pPr>
    </w:lvl>
    <w:lvl w:ilvl="8" w:tplc="241A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8" w15:restartNumberingAfterBreak="0">
    <w:nsid w:val="73597FCA"/>
    <w:multiLevelType w:val="hybridMultilevel"/>
    <w:tmpl w:val="4228879A"/>
    <w:lvl w:ilvl="0" w:tplc="05CCCB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0014D"/>
    <w:multiLevelType w:val="hybridMultilevel"/>
    <w:tmpl w:val="41F486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1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EF"/>
    <w:rsid w:val="000036CC"/>
    <w:rsid w:val="00013820"/>
    <w:rsid w:val="00016DE6"/>
    <w:rsid w:val="00023E41"/>
    <w:rsid w:val="00036C8E"/>
    <w:rsid w:val="00040A4D"/>
    <w:rsid w:val="000423D8"/>
    <w:rsid w:val="000464AC"/>
    <w:rsid w:val="00050FDB"/>
    <w:rsid w:val="00057E79"/>
    <w:rsid w:val="00062708"/>
    <w:rsid w:val="000628EF"/>
    <w:rsid w:val="000727C0"/>
    <w:rsid w:val="000962D7"/>
    <w:rsid w:val="000A3A42"/>
    <w:rsid w:val="000B1698"/>
    <w:rsid w:val="000C05F8"/>
    <w:rsid w:val="000C6392"/>
    <w:rsid w:val="000D090B"/>
    <w:rsid w:val="000D0D1A"/>
    <w:rsid w:val="000E6BDF"/>
    <w:rsid w:val="000F31D0"/>
    <w:rsid w:val="000F508F"/>
    <w:rsid w:val="0011065A"/>
    <w:rsid w:val="001118A5"/>
    <w:rsid w:val="0011403D"/>
    <w:rsid w:val="00120B4E"/>
    <w:rsid w:val="00123531"/>
    <w:rsid w:val="001327F7"/>
    <w:rsid w:val="00143217"/>
    <w:rsid w:val="001534B8"/>
    <w:rsid w:val="00154AC6"/>
    <w:rsid w:val="00163BC9"/>
    <w:rsid w:val="0017263A"/>
    <w:rsid w:val="001A71C0"/>
    <w:rsid w:val="001C77FF"/>
    <w:rsid w:val="001E34AF"/>
    <w:rsid w:val="001F3004"/>
    <w:rsid w:val="001F3C02"/>
    <w:rsid w:val="001F5D17"/>
    <w:rsid w:val="00207390"/>
    <w:rsid w:val="00217F54"/>
    <w:rsid w:val="002200DE"/>
    <w:rsid w:val="002433A7"/>
    <w:rsid w:val="00271AB4"/>
    <w:rsid w:val="0028014B"/>
    <w:rsid w:val="00293596"/>
    <w:rsid w:val="0029377F"/>
    <w:rsid w:val="0029378C"/>
    <w:rsid w:val="002A51FE"/>
    <w:rsid w:val="002B5616"/>
    <w:rsid w:val="002B5BFC"/>
    <w:rsid w:val="002C1746"/>
    <w:rsid w:val="002C1F93"/>
    <w:rsid w:val="002C6390"/>
    <w:rsid w:val="002C6BF7"/>
    <w:rsid w:val="002D08D2"/>
    <w:rsid w:val="002D4432"/>
    <w:rsid w:val="002E25E4"/>
    <w:rsid w:val="002E52C3"/>
    <w:rsid w:val="002F244E"/>
    <w:rsid w:val="00300026"/>
    <w:rsid w:val="003029F0"/>
    <w:rsid w:val="0031615C"/>
    <w:rsid w:val="00323184"/>
    <w:rsid w:val="00325F80"/>
    <w:rsid w:val="003306EA"/>
    <w:rsid w:val="003332F7"/>
    <w:rsid w:val="00337B32"/>
    <w:rsid w:val="0034396C"/>
    <w:rsid w:val="003553EE"/>
    <w:rsid w:val="00364CFC"/>
    <w:rsid w:val="00371D05"/>
    <w:rsid w:val="00372B99"/>
    <w:rsid w:val="0037667F"/>
    <w:rsid w:val="003A4A08"/>
    <w:rsid w:val="003A66AF"/>
    <w:rsid w:val="003A6ED0"/>
    <w:rsid w:val="003B3E10"/>
    <w:rsid w:val="003E0EB5"/>
    <w:rsid w:val="003F0414"/>
    <w:rsid w:val="003F44EA"/>
    <w:rsid w:val="00404C3C"/>
    <w:rsid w:val="00412D0C"/>
    <w:rsid w:val="0041724D"/>
    <w:rsid w:val="00426D98"/>
    <w:rsid w:val="0043126D"/>
    <w:rsid w:val="00434D10"/>
    <w:rsid w:val="0045649E"/>
    <w:rsid w:val="004567D4"/>
    <w:rsid w:val="0046573A"/>
    <w:rsid w:val="00475A8D"/>
    <w:rsid w:val="00475DAF"/>
    <w:rsid w:val="00481773"/>
    <w:rsid w:val="004826DC"/>
    <w:rsid w:val="0048488C"/>
    <w:rsid w:val="00492993"/>
    <w:rsid w:val="004A22E8"/>
    <w:rsid w:val="004D1AC4"/>
    <w:rsid w:val="0051618B"/>
    <w:rsid w:val="00520274"/>
    <w:rsid w:val="0053659E"/>
    <w:rsid w:val="00537DAE"/>
    <w:rsid w:val="00543E6F"/>
    <w:rsid w:val="005537CE"/>
    <w:rsid w:val="005640D1"/>
    <w:rsid w:val="00567107"/>
    <w:rsid w:val="00577907"/>
    <w:rsid w:val="00584791"/>
    <w:rsid w:val="005871AE"/>
    <w:rsid w:val="00590F32"/>
    <w:rsid w:val="0059345D"/>
    <w:rsid w:val="005A13CE"/>
    <w:rsid w:val="005A6AD1"/>
    <w:rsid w:val="005B2D9C"/>
    <w:rsid w:val="005B3298"/>
    <w:rsid w:val="005B3816"/>
    <w:rsid w:val="005B7478"/>
    <w:rsid w:val="005C32A7"/>
    <w:rsid w:val="005D0684"/>
    <w:rsid w:val="005D171F"/>
    <w:rsid w:val="005D1B21"/>
    <w:rsid w:val="005D252F"/>
    <w:rsid w:val="005D656D"/>
    <w:rsid w:val="005E30CA"/>
    <w:rsid w:val="005F1511"/>
    <w:rsid w:val="005F7921"/>
    <w:rsid w:val="0061598F"/>
    <w:rsid w:val="00633E71"/>
    <w:rsid w:val="00636A6B"/>
    <w:rsid w:val="00643660"/>
    <w:rsid w:val="00647707"/>
    <w:rsid w:val="00650B84"/>
    <w:rsid w:val="0067373D"/>
    <w:rsid w:val="006A1971"/>
    <w:rsid w:val="006A504E"/>
    <w:rsid w:val="006A565D"/>
    <w:rsid w:val="006D3412"/>
    <w:rsid w:val="006D6981"/>
    <w:rsid w:val="006D7CA7"/>
    <w:rsid w:val="006F7D75"/>
    <w:rsid w:val="007058ED"/>
    <w:rsid w:val="00710158"/>
    <w:rsid w:val="00721969"/>
    <w:rsid w:val="00723A7A"/>
    <w:rsid w:val="00735929"/>
    <w:rsid w:val="00736AFF"/>
    <w:rsid w:val="0074075F"/>
    <w:rsid w:val="00743F1C"/>
    <w:rsid w:val="00745041"/>
    <w:rsid w:val="007461DA"/>
    <w:rsid w:val="00751978"/>
    <w:rsid w:val="00753DCE"/>
    <w:rsid w:val="00755A50"/>
    <w:rsid w:val="00756260"/>
    <w:rsid w:val="00762154"/>
    <w:rsid w:val="00765614"/>
    <w:rsid w:val="00771DB1"/>
    <w:rsid w:val="00775045"/>
    <w:rsid w:val="0078615E"/>
    <w:rsid w:val="00787875"/>
    <w:rsid w:val="00787D5B"/>
    <w:rsid w:val="007A022A"/>
    <w:rsid w:val="007A6267"/>
    <w:rsid w:val="007B0C7F"/>
    <w:rsid w:val="007C0165"/>
    <w:rsid w:val="007C4106"/>
    <w:rsid w:val="007C7B7D"/>
    <w:rsid w:val="007D094C"/>
    <w:rsid w:val="007D2FE2"/>
    <w:rsid w:val="007E05D6"/>
    <w:rsid w:val="007E1808"/>
    <w:rsid w:val="008056D6"/>
    <w:rsid w:val="00810FCE"/>
    <w:rsid w:val="00813024"/>
    <w:rsid w:val="00820B76"/>
    <w:rsid w:val="00820E8D"/>
    <w:rsid w:val="00823316"/>
    <w:rsid w:val="00830F62"/>
    <w:rsid w:val="0083160B"/>
    <w:rsid w:val="00833D16"/>
    <w:rsid w:val="00854F7B"/>
    <w:rsid w:val="00863CA3"/>
    <w:rsid w:val="00864B1D"/>
    <w:rsid w:val="0087113D"/>
    <w:rsid w:val="008C09FE"/>
    <w:rsid w:val="008C4DF1"/>
    <w:rsid w:val="008D0F4B"/>
    <w:rsid w:val="008D7EF2"/>
    <w:rsid w:val="008E236E"/>
    <w:rsid w:val="008E3A9B"/>
    <w:rsid w:val="008F4903"/>
    <w:rsid w:val="009029CF"/>
    <w:rsid w:val="009037A0"/>
    <w:rsid w:val="009108D6"/>
    <w:rsid w:val="009245C7"/>
    <w:rsid w:val="00931408"/>
    <w:rsid w:val="00931625"/>
    <w:rsid w:val="00946EE8"/>
    <w:rsid w:val="009579F9"/>
    <w:rsid w:val="009918AA"/>
    <w:rsid w:val="009971EC"/>
    <w:rsid w:val="009B3339"/>
    <w:rsid w:val="009B3E57"/>
    <w:rsid w:val="009D210D"/>
    <w:rsid w:val="009D3C9C"/>
    <w:rsid w:val="009F0E28"/>
    <w:rsid w:val="009F27E8"/>
    <w:rsid w:val="009F4B7D"/>
    <w:rsid w:val="009F59CD"/>
    <w:rsid w:val="00A14F63"/>
    <w:rsid w:val="00A15C01"/>
    <w:rsid w:val="00A2358F"/>
    <w:rsid w:val="00A36A11"/>
    <w:rsid w:val="00A6316F"/>
    <w:rsid w:val="00A80636"/>
    <w:rsid w:val="00A831B5"/>
    <w:rsid w:val="00AA7A04"/>
    <w:rsid w:val="00AD40BD"/>
    <w:rsid w:val="00AD49DD"/>
    <w:rsid w:val="00AE3B4C"/>
    <w:rsid w:val="00AE6866"/>
    <w:rsid w:val="00AE6C86"/>
    <w:rsid w:val="00AF0519"/>
    <w:rsid w:val="00AF678E"/>
    <w:rsid w:val="00B04E6D"/>
    <w:rsid w:val="00B16AFA"/>
    <w:rsid w:val="00B226D6"/>
    <w:rsid w:val="00B22D80"/>
    <w:rsid w:val="00B370D8"/>
    <w:rsid w:val="00B47AF8"/>
    <w:rsid w:val="00B80598"/>
    <w:rsid w:val="00B86E28"/>
    <w:rsid w:val="00BB1760"/>
    <w:rsid w:val="00BB546D"/>
    <w:rsid w:val="00BF2D71"/>
    <w:rsid w:val="00BF44C9"/>
    <w:rsid w:val="00BF59B3"/>
    <w:rsid w:val="00C02CC7"/>
    <w:rsid w:val="00C123EE"/>
    <w:rsid w:val="00C2494B"/>
    <w:rsid w:val="00C32BBD"/>
    <w:rsid w:val="00C44421"/>
    <w:rsid w:val="00C54BEB"/>
    <w:rsid w:val="00C65410"/>
    <w:rsid w:val="00C80141"/>
    <w:rsid w:val="00C81BEF"/>
    <w:rsid w:val="00C857FC"/>
    <w:rsid w:val="00C96C0B"/>
    <w:rsid w:val="00CA2ACB"/>
    <w:rsid w:val="00CA2EB9"/>
    <w:rsid w:val="00CB15A9"/>
    <w:rsid w:val="00CB7DD5"/>
    <w:rsid w:val="00CC575C"/>
    <w:rsid w:val="00CC71A0"/>
    <w:rsid w:val="00CD354B"/>
    <w:rsid w:val="00CF2007"/>
    <w:rsid w:val="00CF3066"/>
    <w:rsid w:val="00CF60B8"/>
    <w:rsid w:val="00D02486"/>
    <w:rsid w:val="00D216B5"/>
    <w:rsid w:val="00D31C1C"/>
    <w:rsid w:val="00D37001"/>
    <w:rsid w:val="00D42A20"/>
    <w:rsid w:val="00D45EF2"/>
    <w:rsid w:val="00D46EA0"/>
    <w:rsid w:val="00D5197B"/>
    <w:rsid w:val="00D52C33"/>
    <w:rsid w:val="00D564C6"/>
    <w:rsid w:val="00D71892"/>
    <w:rsid w:val="00D801F6"/>
    <w:rsid w:val="00D85623"/>
    <w:rsid w:val="00DB3627"/>
    <w:rsid w:val="00DD3E95"/>
    <w:rsid w:val="00DE51D0"/>
    <w:rsid w:val="00DE66E4"/>
    <w:rsid w:val="00DF5F6E"/>
    <w:rsid w:val="00E1221D"/>
    <w:rsid w:val="00E14B70"/>
    <w:rsid w:val="00E21F06"/>
    <w:rsid w:val="00E27566"/>
    <w:rsid w:val="00E27758"/>
    <w:rsid w:val="00E30A17"/>
    <w:rsid w:val="00E3118D"/>
    <w:rsid w:val="00E55835"/>
    <w:rsid w:val="00E576CF"/>
    <w:rsid w:val="00E73934"/>
    <w:rsid w:val="00E829C7"/>
    <w:rsid w:val="00E8605D"/>
    <w:rsid w:val="00E900D7"/>
    <w:rsid w:val="00EA356C"/>
    <w:rsid w:val="00EA774D"/>
    <w:rsid w:val="00EB7180"/>
    <w:rsid w:val="00EC0BA2"/>
    <w:rsid w:val="00EE3330"/>
    <w:rsid w:val="00EF3776"/>
    <w:rsid w:val="00F00B1F"/>
    <w:rsid w:val="00F00E46"/>
    <w:rsid w:val="00F013F1"/>
    <w:rsid w:val="00F03FA4"/>
    <w:rsid w:val="00F119D0"/>
    <w:rsid w:val="00F161F4"/>
    <w:rsid w:val="00F42817"/>
    <w:rsid w:val="00F4688B"/>
    <w:rsid w:val="00F66F2D"/>
    <w:rsid w:val="00F70B21"/>
    <w:rsid w:val="00F70CB8"/>
    <w:rsid w:val="00F76551"/>
    <w:rsid w:val="00F80DE4"/>
    <w:rsid w:val="00F824B0"/>
    <w:rsid w:val="00F826DD"/>
    <w:rsid w:val="00F85639"/>
    <w:rsid w:val="00F879C2"/>
    <w:rsid w:val="00F92BFC"/>
    <w:rsid w:val="00FB551F"/>
    <w:rsid w:val="00FB6194"/>
    <w:rsid w:val="00FD77EA"/>
    <w:rsid w:val="00FE790F"/>
    <w:rsid w:val="00FF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4AEEB5"/>
  <w15:docId w15:val="{F35C1043-F79E-48C2-A335-2DA61465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B362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B56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616"/>
  </w:style>
  <w:style w:type="paragraph" w:styleId="Footer">
    <w:name w:val="footer"/>
    <w:basedOn w:val="Normal"/>
    <w:link w:val="FooterChar"/>
    <w:uiPriority w:val="99"/>
    <w:unhideWhenUsed/>
    <w:rsid w:val="002B5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616"/>
  </w:style>
  <w:style w:type="character" w:styleId="PageNumber">
    <w:name w:val="page number"/>
    <w:basedOn w:val="DefaultParagraphFont"/>
    <w:rsid w:val="002B5616"/>
  </w:style>
  <w:style w:type="table" w:styleId="TableGrid">
    <w:name w:val="Table Grid"/>
    <w:basedOn w:val="TableNormal"/>
    <w:uiPriority w:val="59"/>
    <w:rsid w:val="00016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1BEF"/>
    <w:pPr>
      <w:ind w:left="720"/>
      <w:contextualSpacing/>
    </w:pPr>
  </w:style>
  <w:style w:type="character" w:styleId="Hyperlink">
    <w:name w:val="Hyperlink"/>
    <w:rsid w:val="00EF3776"/>
    <w:rPr>
      <w:color w:val="0000FF"/>
      <w:u w:val="single"/>
    </w:rPr>
  </w:style>
  <w:style w:type="paragraph" w:customStyle="1" w:styleId="MB-Normal-M-NI-SRB">
    <w:name w:val="MB-Normal-M-NI-SRB"/>
    <w:basedOn w:val="Normal"/>
    <w:rsid w:val="00F70CB8"/>
    <w:pPr>
      <w:spacing w:before="40" w:after="40" w:line="240" w:lineRule="auto"/>
      <w:jc w:val="both"/>
    </w:pPr>
    <w:rPr>
      <w:rFonts w:ascii="Arial" w:eastAsia="Times New Roman" w:hAnsi="Arial" w:cs="Arial"/>
      <w:sz w:val="20"/>
      <w:szCs w:val="20"/>
      <w:lang w:val="sr-Latn-CS" w:eastAsia="sr-Latn-CS"/>
    </w:rPr>
  </w:style>
  <w:style w:type="paragraph" w:customStyle="1" w:styleId="Default">
    <w:name w:val="Default"/>
    <w:rsid w:val="00AE3B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64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uiPriority w:val="59"/>
    <w:rsid w:val="007D2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basedOn w:val="Normal"/>
    <w:link w:val="TabelaChar"/>
    <w:qFormat/>
    <w:rsid w:val="00123531"/>
    <w:pPr>
      <w:spacing w:before="40" w:after="0" w:line="240" w:lineRule="auto"/>
      <w:ind w:left="57"/>
    </w:pPr>
    <w:rPr>
      <w:rFonts w:ascii="Arial Narrow" w:hAnsi="Arial Narrow"/>
      <w:color w:val="1F2974"/>
      <w:sz w:val="19"/>
      <w:szCs w:val="19"/>
    </w:rPr>
  </w:style>
  <w:style w:type="character" w:customStyle="1" w:styleId="TabelaChar">
    <w:name w:val="Tabela Char"/>
    <w:link w:val="Tabela"/>
    <w:rsid w:val="00123531"/>
    <w:rPr>
      <w:rFonts w:ascii="Arial Narrow" w:hAnsi="Arial Narrow"/>
      <w:color w:val="1F2974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8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ran\Downloads\OBR-167%20V3%20Zahtev%20za%20izdavanje%20poslovne%20kartice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C4F2-D095-49B5-A893-C26ACEEB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OBR-167 V3 Zahtev za izdavanje poslovne kartice.doc</Template>
  <TotalTime>27</TotalTime>
  <Pages>1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7143</CharactersWithSpaces>
  <SharedDoc>false</SharedDoc>
  <HLinks>
    <vt:vector size="6" baseType="variant">
      <vt:variant>
        <vt:i4>5636194</vt:i4>
      </vt:variant>
      <vt:variant>
        <vt:i4>6</vt:i4>
      </vt:variant>
      <vt:variant>
        <vt:i4>0</vt:i4>
      </vt:variant>
      <vt:variant>
        <vt:i4>5</vt:i4>
      </vt:variant>
      <vt:variant>
        <vt:lpwstr>mailto:jubmes@jubmes.rs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Ljiljana Stanković</cp:lastModifiedBy>
  <cp:revision>10</cp:revision>
  <cp:lastPrinted>2019-04-09T13:43:00Z</cp:lastPrinted>
  <dcterms:created xsi:type="dcterms:W3CDTF">2019-04-12T12:09:00Z</dcterms:created>
  <dcterms:modified xsi:type="dcterms:W3CDTF">2020-04-22T20:16:00Z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1f61e9-7410-4c15-9e17-9af484437d7c_Enabled">
    <vt:lpwstr>True</vt:lpwstr>
  </property>
  <property fmtid="{D5CDD505-2E9C-101B-9397-08002B2CF9AE}" pid="3" name="MSIP_Label_ba1f61e9-7410-4c15-9e17-9af484437d7c_SiteId">
    <vt:lpwstr>4ed15eaf-d69d-49e4-b264-afae60149deb</vt:lpwstr>
  </property>
  <property fmtid="{D5CDD505-2E9C-101B-9397-08002B2CF9AE}" pid="4" name="MSIP_Label_ba1f61e9-7410-4c15-9e17-9af484437d7c_Ref">
    <vt:lpwstr>https://api.informationprotection.azure.com/api/4ed15eaf-d69d-49e4-b264-afae60149deb</vt:lpwstr>
  </property>
  <property fmtid="{D5CDD505-2E9C-101B-9397-08002B2CF9AE}" pid="5" name="MSIP_Label_ba1f61e9-7410-4c15-9e17-9af484437d7c_Owner">
    <vt:lpwstr>ljiljana.stankovic@jubmes.rs</vt:lpwstr>
  </property>
  <property fmtid="{D5CDD505-2E9C-101B-9397-08002B2CF9AE}" pid="6" name="MSIP_Label_ba1f61e9-7410-4c15-9e17-9af484437d7c_SetDate">
    <vt:lpwstr>2020-03-11T15:00:09.6431210+01:00</vt:lpwstr>
  </property>
  <property fmtid="{D5CDD505-2E9C-101B-9397-08002B2CF9AE}" pid="7" name="MSIP_Label_ba1f61e9-7410-4c15-9e17-9af484437d7c_Name">
    <vt:lpwstr>Javni - Public</vt:lpwstr>
  </property>
  <property fmtid="{D5CDD505-2E9C-101B-9397-08002B2CF9AE}" pid="8" name="MSIP_Label_ba1f61e9-7410-4c15-9e17-9af484437d7c_Application">
    <vt:lpwstr>Microsoft Azure Information Protection</vt:lpwstr>
  </property>
  <property fmtid="{D5CDD505-2E9C-101B-9397-08002B2CF9AE}" pid="9" name="MSIP_Label_ba1f61e9-7410-4c15-9e17-9af484437d7c_Extended_MSFT_Method">
    <vt:lpwstr>Manual</vt:lpwstr>
  </property>
  <property fmtid="{D5CDD505-2E9C-101B-9397-08002B2CF9AE}" pid="10" name="Sensitivity">
    <vt:lpwstr>Javni - Public</vt:lpwstr>
  </property>
</Properties>
</file>